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29D5A" w14:textId="77777777" w:rsidR="00346B22" w:rsidRDefault="00346B22" w:rsidP="003A7DD1">
      <w:pPr>
        <w:rPr>
          <w:b/>
          <w:bCs/>
          <w:sz w:val="20"/>
        </w:rPr>
      </w:pPr>
    </w:p>
    <w:p w14:paraId="4A213F77" w14:textId="77777777" w:rsidR="00346B22" w:rsidRPr="00330C91" w:rsidRDefault="00346B22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788CA014" w14:textId="77777777" w:rsidR="00346B22" w:rsidRPr="00330C91" w:rsidRDefault="00346B22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3D6E70">
        <w:rPr>
          <w:spacing w:val="0"/>
          <w:position w:val="0"/>
          <w:sz w:val="20"/>
        </w:rPr>
        <w:t>Tarm AS</w:t>
      </w:r>
      <w:r w:rsidRPr="00330C91">
        <w:rPr>
          <w:spacing w:val="0"/>
          <w:position w:val="0"/>
          <w:sz w:val="20"/>
        </w:rPr>
        <w:t xml:space="preserve"> vahelise</w:t>
      </w:r>
    </w:p>
    <w:p w14:paraId="45E61607" w14:textId="77777777" w:rsidR="00346B22" w:rsidRPr="00330C91" w:rsidRDefault="00346B22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26E7E0A3" w14:textId="2DEB7FF9" w:rsidR="00346B22" w:rsidRPr="00330C91" w:rsidRDefault="00346B22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CA5191">
        <w:rPr>
          <w:spacing w:val="0"/>
          <w:position w:val="0"/>
          <w:sz w:val="20"/>
        </w:rPr>
        <w:t xml:space="preserve"> </w:t>
      </w:r>
      <w:r w:rsidR="00F9185D">
        <w:rPr>
          <w:spacing w:val="0"/>
          <w:position w:val="0"/>
          <w:sz w:val="20"/>
        </w:rPr>
        <w:t>202</w:t>
      </w:r>
      <w:r w:rsidR="00D46318">
        <w:rPr>
          <w:spacing w:val="0"/>
          <w:position w:val="0"/>
          <w:sz w:val="20"/>
        </w:rPr>
        <w:t>5</w:t>
      </w:r>
      <w:r w:rsidR="00F9185D">
        <w:rPr>
          <w:spacing w:val="0"/>
          <w:position w:val="0"/>
          <w:sz w:val="20"/>
        </w:rPr>
        <w:t>/2</w:t>
      </w:r>
      <w:r w:rsidR="00D46318">
        <w:rPr>
          <w:spacing w:val="0"/>
          <w:position w:val="0"/>
          <w:sz w:val="20"/>
        </w:rPr>
        <w:t>04</w:t>
      </w:r>
      <w:r w:rsidRPr="00330C91">
        <w:rPr>
          <w:spacing w:val="0"/>
          <w:position w:val="0"/>
          <w:sz w:val="20"/>
        </w:rPr>
        <w:t xml:space="preserve"> juurde</w:t>
      </w:r>
    </w:p>
    <w:p w14:paraId="28A19BBE" w14:textId="77777777" w:rsidR="00346B22" w:rsidRPr="00330C91" w:rsidRDefault="00346B22" w:rsidP="00A111CB">
      <w:pPr>
        <w:jc w:val="center"/>
      </w:pPr>
    </w:p>
    <w:p w14:paraId="5AE08949" w14:textId="77777777" w:rsidR="00346B22" w:rsidRPr="00330C91" w:rsidRDefault="00346B22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72FF9760" w14:textId="77777777" w:rsidR="00346B22" w:rsidRPr="00330C91" w:rsidRDefault="00346B22" w:rsidP="00D2770C">
      <w:pPr>
        <w:jc w:val="center"/>
        <w:rPr>
          <w:sz w:val="18"/>
        </w:rPr>
      </w:pPr>
    </w:p>
    <w:p w14:paraId="525F2041" w14:textId="77777777" w:rsidR="00346B22" w:rsidRPr="00330C91" w:rsidRDefault="00346B22" w:rsidP="003A7DD1">
      <w:pPr>
        <w:rPr>
          <w:sz w:val="18"/>
        </w:rPr>
      </w:pPr>
      <w:r w:rsidRPr="00330C91">
        <w:rPr>
          <w:sz w:val="18"/>
          <w:szCs w:val="18"/>
        </w:rPr>
        <w:t>/kuupäev vastavalt hilisemale digitaalallkirja kuupäevale/</w:t>
      </w:r>
    </w:p>
    <w:p w14:paraId="26654A7C" w14:textId="77777777" w:rsidR="00346B22" w:rsidRPr="00330C91" w:rsidRDefault="00346B22" w:rsidP="005655A4">
      <w:pPr>
        <w:rPr>
          <w:sz w:val="18"/>
          <w:szCs w:val="18"/>
        </w:rPr>
      </w:pPr>
    </w:p>
    <w:p w14:paraId="16E74DF7" w14:textId="77777777" w:rsidR="0087071D" w:rsidRPr="00330C91" w:rsidRDefault="0087071D" w:rsidP="0087071D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2A6CB2E" w14:textId="77777777" w:rsidR="0087071D" w:rsidRPr="00330C91" w:rsidRDefault="0087071D" w:rsidP="0087071D">
      <w:pPr>
        <w:rPr>
          <w:b/>
          <w:sz w:val="18"/>
          <w:szCs w:val="18"/>
        </w:rPr>
      </w:pPr>
    </w:p>
    <w:p w14:paraId="13CD845F" w14:textId="47E92C92" w:rsidR="0087071D" w:rsidRPr="00330C91" w:rsidRDefault="0087071D" w:rsidP="0087071D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sz w:val="20"/>
        </w:rPr>
        <w:t xml:space="preserve"> RMK </w:t>
      </w:r>
      <w:r w:rsidR="000A2C55">
        <w:rPr>
          <w:sz w:val="20"/>
        </w:rPr>
        <w:t>22</w:t>
      </w:r>
      <w:r>
        <w:rPr>
          <w:sz w:val="20"/>
        </w:rPr>
        <w:t>.0</w:t>
      </w:r>
      <w:r w:rsidR="00B749C1">
        <w:rPr>
          <w:sz w:val="20"/>
        </w:rPr>
        <w:t>8</w:t>
      </w:r>
      <w:r>
        <w:rPr>
          <w:sz w:val="20"/>
        </w:rPr>
        <w:t>.202</w:t>
      </w:r>
      <w:r w:rsidR="000A2C55">
        <w:rPr>
          <w:sz w:val="20"/>
        </w:rPr>
        <w:t>5</w:t>
      </w:r>
      <w:r w:rsidRPr="00330C91">
        <w:rPr>
          <w:sz w:val="20"/>
        </w:rPr>
        <w:t xml:space="preserve"> a avaliku kirjaliku enampakkumise edukaks tunnistamise protokolli nr 3-3.4/</w:t>
      </w:r>
      <w:r w:rsidR="000A2C55">
        <w:rPr>
          <w:sz w:val="20"/>
        </w:rPr>
        <w:t>13</w:t>
      </w:r>
      <w:r w:rsidRPr="00330C91">
        <w:rPr>
          <w:sz w:val="20"/>
        </w:rPr>
        <w:t xml:space="preserve"> kohaselt </w:t>
      </w:r>
      <w:r w:rsidRPr="00330C91">
        <w:rPr>
          <w:bCs/>
          <w:sz w:val="20"/>
        </w:rPr>
        <w:t>Müüja müüb ja Ostja ostab Metsamaterjali, mille Sortiment, Tarnekoht</w:t>
      </w:r>
      <w:r>
        <w:rPr>
          <w:bCs/>
          <w:sz w:val="20"/>
        </w:rPr>
        <w:t>, Tarnetingimus</w:t>
      </w:r>
      <w:r w:rsidRPr="00330C91">
        <w:rPr>
          <w:bCs/>
          <w:sz w:val="20"/>
        </w:rPr>
        <w:t xml:space="preserve"> ja</w:t>
      </w:r>
      <w:r>
        <w:rPr>
          <w:bCs/>
          <w:sz w:val="20"/>
        </w:rPr>
        <w:t xml:space="preserve"> </w:t>
      </w:r>
      <w:r w:rsidRPr="00330C91">
        <w:rPr>
          <w:bCs/>
          <w:sz w:val="20"/>
        </w:rPr>
        <w:t xml:space="preserve"> kogus Tarneperioodil  </w:t>
      </w:r>
      <w:r w:rsidR="000A2C55">
        <w:rPr>
          <w:bCs/>
          <w:sz w:val="20"/>
        </w:rPr>
        <w:t xml:space="preserve">september </w:t>
      </w:r>
      <w:r w:rsidR="001F2663">
        <w:rPr>
          <w:bCs/>
          <w:sz w:val="20"/>
        </w:rPr>
        <w:t>.202</w:t>
      </w:r>
      <w:r w:rsidR="000A2C55">
        <w:rPr>
          <w:bCs/>
          <w:sz w:val="20"/>
        </w:rPr>
        <w:t>5</w:t>
      </w:r>
      <w:r w:rsidRPr="00330C91">
        <w:rPr>
          <w:bCs/>
          <w:sz w:val="20"/>
        </w:rPr>
        <w:t xml:space="preserve"> on sätestatud alljärgnevalt:</w:t>
      </w:r>
    </w:p>
    <w:p w14:paraId="4E5BF020" w14:textId="77777777" w:rsidR="00346B22" w:rsidRPr="00330C91" w:rsidRDefault="00346B22" w:rsidP="005655A4">
      <w:pPr>
        <w:rPr>
          <w:b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6"/>
        <w:gridCol w:w="2476"/>
        <w:gridCol w:w="4246"/>
        <w:gridCol w:w="1413"/>
      </w:tblGrid>
      <w:tr w:rsidR="001F2663" w14:paraId="67882912" w14:textId="77777777" w:rsidTr="00B749C1">
        <w:trPr>
          <w:trHeight w:val="765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3817DDA2" w14:textId="77777777" w:rsidR="001F2663" w:rsidRPr="00CA5191" w:rsidRDefault="001F2663" w:rsidP="00FE0442">
            <w:pPr>
              <w:rPr>
                <w:bCs/>
                <w:sz w:val="20"/>
              </w:rPr>
            </w:pPr>
            <w:r w:rsidRPr="00CA5191">
              <w:rPr>
                <w:bCs/>
                <w:sz w:val="20"/>
              </w:rPr>
              <w:t>metsamaterjal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69E59CF" w14:textId="77777777" w:rsidR="001F2663" w:rsidRPr="00CA5191" w:rsidRDefault="001F2663" w:rsidP="00FE0442">
            <w:pPr>
              <w:jc w:val="center"/>
              <w:rPr>
                <w:sz w:val="20"/>
              </w:rPr>
            </w:pPr>
            <w:r w:rsidRPr="00CA5191">
              <w:rPr>
                <w:sz w:val="20"/>
              </w:rPr>
              <w:t xml:space="preserve">Metsamaterjali üleandmise- vastuvõtmise koht 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03E81865" w14:textId="67B9E7F4" w:rsidR="001F2663" w:rsidRPr="0040614A" w:rsidRDefault="000A2C55" w:rsidP="00CD76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september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</w:tcPr>
          <w:p w14:paraId="79FC8506" w14:textId="77777777" w:rsidR="001F2663" w:rsidRPr="0040614A" w:rsidRDefault="001F2663" w:rsidP="00456F36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kokku</w:t>
            </w:r>
          </w:p>
        </w:tc>
      </w:tr>
      <w:tr w:rsidR="001F2663" w14:paraId="1E001B62" w14:textId="77777777" w:rsidTr="00B749C1">
        <w:trPr>
          <w:trHeight w:val="255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C74F9" w14:textId="77777777" w:rsidR="001F2663" w:rsidRPr="00CA5191" w:rsidRDefault="001F2663" w:rsidP="00FE0442">
            <w:pPr>
              <w:rPr>
                <w:sz w:val="20"/>
              </w:rPr>
            </w:pPr>
            <w:r>
              <w:rPr>
                <w:bCs/>
                <w:sz w:val="20"/>
              </w:rPr>
              <w:t>kuusepalgid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061B4" w14:textId="77777777" w:rsidR="001F2663" w:rsidRDefault="001F2663" w:rsidP="0055781B">
            <w:pPr>
              <w:rPr>
                <w:rFonts w:ascii="Arial" w:hAnsi="Arial" w:cs="Arial"/>
                <w:sz w:val="20"/>
              </w:rPr>
            </w:pPr>
            <w:r>
              <w:rPr>
                <w:bCs/>
                <w:sz w:val="20"/>
              </w:rPr>
              <w:t xml:space="preserve">DPU Kalme </w:t>
            </w:r>
          </w:p>
        </w:tc>
        <w:tc>
          <w:tcPr>
            <w:tcW w:w="2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09F0" w14:textId="132FC61F" w:rsidR="001F2663" w:rsidRDefault="00DB3F0E" w:rsidP="00CD76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703F8" w14:textId="43C3B799" w:rsidR="001F2663" w:rsidRDefault="00DB3F0E" w:rsidP="00CD76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</w:tr>
    </w:tbl>
    <w:p w14:paraId="052753B9" w14:textId="77777777" w:rsidR="00CA5191" w:rsidRDefault="00CA5191" w:rsidP="00CA5191">
      <w:pPr>
        <w:pStyle w:val="Kommentaaritekst"/>
      </w:pPr>
    </w:p>
    <w:p w14:paraId="50C3A0DF" w14:textId="77777777" w:rsidR="00CA5191" w:rsidRDefault="00CA5191" w:rsidP="00CA5191">
      <w:pPr>
        <w:rPr>
          <w:sz w:val="20"/>
        </w:rPr>
      </w:pPr>
      <w:r>
        <w:rPr>
          <w:b/>
          <w:bCs/>
          <w:sz w:val="20"/>
        </w:rPr>
        <w:t xml:space="preserve">2. </w:t>
      </w:r>
      <w:r>
        <w:rPr>
          <w:sz w:val="20"/>
        </w:rPr>
        <w:t>Poolte kohustus(ed) loetakse täidetuks kui tähtajaks üleandmata / vastuvõtmata puidukogus(ed) ei ületa 10 (kümme) % kokkulepitud kogustest. Tarnegraafikuga kokkulepitud tähtaegade koguseid ületavad tarnitud metsamaterjali kogused loetakse tarnegraafiku järgnevate tähtaegade kohustuste täitmiseks.</w:t>
      </w:r>
    </w:p>
    <w:p w14:paraId="7BFF5B7B" w14:textId="77777777" w:rsidR="00346B22" w:rsidRDefault="00346B22" w:rsidP="005655A4">
      <w:pPr>
        <w:jc w:val="both"/>
        <w:rPr>
          <w:bCs/>
          <w:sz w:val="20"/>
        </w:rPr>
      </w:pPr>
    </w:p>
    <w:p w14:paraId="0E658109" w14:textId="77777777" w:rsidR="00593A94" w:rsidRPr="00330C91" w:rsidRDefault="00593A94" w:rsidP="005655A4">
      <w:pPr>
        <w:jc w:val="both"/>
        <w:rPr>
          <w:bCs/>
          <w:sz w:val="20"/>
        </w:rPr>
      </w:pPr>
    </w:p>
    <w:p w14:paraId="6713F9C7" w14:textId="77777777" w:rsidR="00346B22" w:rsidRPr="00330C91" w:rsidRDefault="00346B22" w:rsidP="00EB57EF">
      <w:pPr>
        <w:rPr>
          <w:b/>
          <w:sz w:val="20"/>
        </w:rPr>
      </w:pPr>
      <w:r w:rsidRPr="00330C91">
        <w:rPr>
          <w:b/>
          <w:sz w:val="20"/>
        </w:rPr>
        <w:t xml:space="preserve">Poolte allkirjad  </w:t>
      </w:r>
    </w:p>
    <w:p w14:paraId="04623A63" w14:textId="77777777" w:rsidR="00F015A4" w:rsidRPr="00330C91" w:rsidRDefault="00F015A4" w:rsidP="00F015A4">
      <w:pPr>
        <w:rPr>
          <w:b/>
          <w:sz w:val="20"/>
        </w:rPr>
      </w:pPr>
      <w:r w:rsidRPr="00330C91">
        <w:rPr>
          <w:b/>
          <w:sz w:val="20"/>
        </w:rPr>
        <w:t>Müüja</w:t>
      </w:r>
      <w:r>
        <w:rPr>
          <w:b/>
          <w:sz w:val="20"/>
        </w:rPr>
        <w:t xml:space="preserve"> esindaja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  <w:r>
        <w:rPr>
          <w:b/>
          <w:sz w:val="20"/>
        </w:rPr>
        <w:t xml:space="preserve"> esindaja</w:t>
      </w:r>
    </w:p>
    <w:p w14:paraId="47669B71" w14:textId="77777777" w:rsidR="00346B22" w:rsidRDefault="00346B22" w:rsidP="00EB57EF">
      <w:pPr>
        <w:rPr>
          <w:b/>
          <w:sz w:val="20"/>
        </w:rPr>
      </w:pPr>
    </w:p>
    <w:p w14:paraId="46660FB9" w14:textId="77777777" w:rsidR="00593A94" w:rsidRPr="00330C91" w:rsidRDefault="00593A94" w:rsidP="00EB57EF">
      <w:pPr>
        <w:rPr>
          <w:b/>
          <w:sz w:val="20"/>
        </w:rPr>
      </w:pPr>
    </w:p>
    <w:p w14:paraId="54760598" w14:textId="77777777" w:rsidR="00346B22" w:rsidRPr="00330C91" w:rsidRDefault="00346B22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EC18CCE" w14:textId="77777777" w:rsidR="00CA5191" w:rsidRDefault="0087071D" w:rsidP="00CA5191">
      <w:pPr>
        <w:pStyle w:val="Kommentaaritekst"/>
        <w:rPr>
          <w:bCs/>
          <w:spacing w:val="0"/>
          <w:position w:val="0"/>
          <w:szCs w:val="24"/>
        </w:rPr>
      </w:pPr>
      <w:r>
        <w:rPr>
          <w:bCs/>
          <w:spacing w:val="0"/>
          <w:position w:val="0"/>
          <w:szCs w:val="24"/>
        </w:rPr>
        <w:t>Mart Enel</w:t>
      </w:r>
      <w:r w:rsidR="00CA5191">
        <w:rPr>
          <w:bCs/>
          <w:spacing w:val="0"/>
          <w:position w:val="0"/>
          <w:szCs w:val="24"/>
        </w:rPr>
        <w:tab/>
      </w:r>
      <w:r w:rsidR="00CA5191">
        <w:rPr>
          <w:bCs/>
          <w:spacing w:val="0"/>
          <w:position w:val="0"/>
          <w:szCs w:val="24"/>
        </w:rPr>
        <w:tab/>
      </w:r>
      <w:r w:rsidR="00CA5191">
        <w:rPr>
          <w:bCs/>
          <w:spacing w:val="0"/>
          <w:position w:val="0"/>
          <w:szCs w:val="24"/>
        </w:rPr>
        <w:tab/>
      </w:r>
      <w:r w:rsidR="00CA5191">
        <w:rPr>
          <w:bCs/>
          <w:spacing w:val="0"/>
          <w:position w:val="0"/>
          <w:szCs w:val="24"/>
        </w:rPr>
        <w:tab/>
      </w:r>
      <w:r w:rsidR="00CA5191">
        <w:rPr>
          <w:bCs/>
          <w:spacing w:val="0"/>
          <w:position w:val="0"/>
          <w:szCs w:val="24"/>
        </w:rPr>
        <w:tab/>
      </w:r>
      <w:r w:rsidR="00CA5191">
        <w:rPr>
          <w:bCs/>
          <w:spacing w:val="0"/>
          <w:position w:val="0"/>
          <w:szCs w:val="24"/>
        </w:rPr>
        <w:tab/>
      </w:r>
      <w:r w:rsidR="00CA5191">
        <w:rPr>
          <w:bCs/>
          <w:spacing w:val="0"/>
          <w:position w:val="0"/>
          <w:szCs w:val="24"/>
        </w:rPr>
        <w:tab/>
      </w:r>
      <w:r w:rsidR="003D6E70">
        <w:rPr>
          <w:bCs/>
          <w:spacing w:val="0"/>
          <w:position w:val="0"/>
          <w:szCs w:val="24"/>
        </w:rPr>
        <w:t>Andrus Tani</w:t>
      </w:r>
    </w:p>
    <w:p w14:paraId="7243ACF3" w14:textId="77777777" w:rsidR="00346B22" w:rsidRPr="00330C91" w:rsidRDefault="00346B22" w:rsidP="00B8365C">
      <w:pPr>
        <w:ind w:left="5440" w:firstLine="680"/>
        <w:rPr>
          <w:b/>
          <w:sz w:val="20"/>
        </w:rPr>
      </w:pPr>
    </w:p>
    <w:p w14:paraId="294ED89F" w14:textId="77777777" w:rsidR="00346B22" w:rsidRPr="00330C91" w:rsidRDefault="00346B22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35394B8B" w14:textId="77777777" w:rsidR="00D46318" w:rsidRPr="00330C91" w:rsidRDefault="00D46318" w:rsidP="00D4631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Tarm AS</w:t>
      </w:r>
      <w:r w:rsidRPr="00330C91">
        <w:rPr>
          <w:spacing w:val="0"/>
          <w:position w:val="0"/>
          <w:sz w:val="20"/>
        </w:rPr>
        <w:t xml:space="preserve"> vahelise</w:t>
      </w:r>
    </w:p>
    <w:p w14:paraId="7213D31C" w14:textId="77777777" w:rsidR="00D46318" w:rsidRPr="00330C91" w:rsidRDefault="00D46318" w:rsidP="00D4631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7D96BB2D" w14:textId="77777777" w:rsidR="00D46318" w:rsidRPr="00330C91" w:rsidRDefault="00D46318" w:rsidP="00D4631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 2025/204</w:t>
      </w:r>
      <w:r w:rsidRPr="00330C91">
        <w:rPr>
          <w:spacing w:val="0"/>
          <w:position w:val="0"/>
          <w:sz w:val="20"/>
        </w:rPr>
        <w:t xml:space="preserve"> juurde</w:t>
      </w:r>
    </w:p>
    <w:p w14:paraId="69B6F341" w14:textId="77777777" w:rsidR="00346B22" w:rsidRPr="00330C91" w:rsidRDefault="00346B22" w:rsidP="00B30713">
      <w:pPr>
        <w:pStyle w:val="Pealkiri1"/>
        <w:jc w:val="center"/>
        <w:rPr>
          <w:bCs/>
          <w:kern w:val="0"/>
          <w:sz w:val="18"/>
          <w:szCs w:val="18"/>
        </w:rPr>
      </w:pPr>
    </w:p>
    <w:p w14:paraId="2A9EFDEC" w14:textId="77777777" w:rsidR="00346B22" w:rsidRPr="00330C91" w:rsidRDefault="00346B22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3080237F" w14:textId="77777777" w:rsidR="00346B22" w:rsidRPr="00330C91" w:rsidRDefault="00346B22" w:rsidP="00244AC9">
      <w:pPr>
        <w:rPr>
          <w:sz w:val="20"/>
        </w:rPr>
      </w:pPr>
    </w:p>
    <w:p w14:paraId="3EDE9408" w14:textId="77777777" w:rsidR="00346B22" w:rsidRPr="00330C91" w:rsidRDefault="00346B22" w:rsidP="003A7DD1">
      <w:pPr>
        <w:rPr>
          <w:sz w:val="20"/>
        </w:rPr>
      </w:pPr>
      <w:r w:rsidRPr="00330C91">
        <w:rPr>
          <w:sz w:val="20"/>
        </w:rPr>
        <w:t>/kuupäev vastavalt hilisemale digitaalallkirja kuupäevale/</w:t>
      </w:r>
    </w:p>
    <w:p w14:paraId="7BE1C906" w14:textId="77777777" w:rsidR="00346B22" w:rsidRPr="006861E4" w:rsidRDefault="00346B22" w:rsidP="00B30713">
      <w:pPr>
        <w:rPr>
          <w:sz w:val="18"/>
          <w:szCs w:val="18"/>
        </w:rPr>
      </w:pPr>
    </w:p>
    <w:p w14:paraId="1FE9EE62" w14:textId="77777777" w:rsidR="006861E4" w:rsidRPr="006861E4" w:rsidRDefault="006861E4" w:rsidP="006861E4">
      <w:pPr>
        <w:rPr>
          <w:sz w:val="20"/>
        </w:rPr>
      </w:pPr>
      <w:r w:rsidRPr="006861E4">
        <w:rPr>
          <w:sz w:val="20"/>
        </w:rPr>
        <w:t xml:space="preserve">Pooled on kokku leppinud alljärgnevas. </w:t>
      </w:r>
    </w:p>
    <w:p w14:paraId="6C6ADB2C" w14:textId="77777777" w:rsidR="006861E4" w:rsidRPr="00330C91" w:rsidRDefault="006861E4" w:rsidP="006861E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5A672251" w14:textId="77777777" w:rsidR="006861E4" w:rsidRPr="00330C91" w:rsidRDefault="006861E4" w:rsidP="006861E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</w:t>
      </w:r>
      <w:r>
        <w:rPr>
          <w:bCs/>
          <w:sz w:val="20"/>
        </w:rPr>
        <w:t xml:space="preserve"> </w:t>
      </w:r>
      <w:r w:rsidRPr="00B14897">
        <w:rPr>
          <w:bCs/>
          <w:sz w:val="20"/>
        </w:rPr>
        <w:t xml:space="preserve">RMK palkide kvaliteedi standard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419C56AA" w14:textId="77777777" w:rsidR="006861E4" w:rsidRDefault="006861E4" w:rsidP="006861E4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9928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1985"/>
        <w:gridCol w:w="2835"/>
        <w:gridCol w:w="3260"/>
      </w:tblGrid>
      <w:tr w:rsidR="005101DB" w:rsidRPr="001D298A" w14:paraId="7C558118" w14:textId="77777777" w:rsidTr="00CA062A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F14B" w14:textId="77777777" w:rsidR="005101DB" w:rsidRPr="001D298A" w:rsidRDefault="005101DB" w:rsidP="00CA062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Sortiment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752E" w14:textId="77777777" w:rsidR="005101DB" w:rsidRPr="001D298A" w:rsidRDefault="005101DB" w:rsidP="00CA062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Läbimõõt kooreta: ladvast (cm)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429F" w14:textId="77777777" w:rsidR="005101DB" w:rsidRPr="001D298A" w:rsidRDefault="005101DB" w:rsidP="00CA062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>Pikkus (dm)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B098" w14:textId="77777777" w:rsidR="005101DB" w:rsidRPr="001D298A" w:rsidRDefault="005101DB" w:rsidP="00CA062A">
            <w:pPr>
              <w:rPr>
                <w:b/>
                <w:bCs/>
                <w:sz w:val="20"/>
              </w:rPr>
            </w:pPr>
            <w:r w:rsidRPr="001D298A">
              <w:rPr>
                <w:b/>
                <w:bCs/>
                <w:sz w:val="20"/>
              </w:rPr>
              <w:t xml:space="preserve">Kvaliteet </w:t>
            </w:r>
          </w:p>
        </w:tc>
      </w:tr>
      <w:tr w:rsidR="005101DB" w:rsidRPr="001D298A" w14:paraId="6AC952E9" w14:textId="77777777" w:rsidTr="00CA062A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79AA" w14:textId="77777777" w:rsidR="005101DB" w:rsidRPr="001D298A" w:rsidRDefault="005101DB" w:rsidP="00CA062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Kuusepalk  ABC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6A03" w14:textId="1D2271D7" w:rsidR="005101DB" w:rsidRPr="001D298A" w:rsidRDefault="005101DB" w:rsidP="00CA062A">
            <w:pPr>
              <w:rPr>
                <w:bCs/>
                <w:sz w:val="20"/>
              </w:rPr>
            </w:pPr>
            <w:r w:rsidRPr="005101DB">
              <w:rPr>
                <w:bCs/>
                <w:sz w:val="20"/>
              </w:rPr>
              <w:t xml:space="preserve"> (1</w:t>
            </w:r>
            <w:r w:rsidR="00F519C2">
              <w:rPr>
                <w:bCs/>
                <w:sz w:val="20"/>
              </w:rPr>
              <w:t>5</w:t>
            </w:r>
            <w:r w:rsidRPr="005101DB">
              <w:rPr>
                <w:bCs/>
                <w:sz w:val="20"/>
              </w:rPr>
              <w:t>)18-60 / tüükast maksimaalselt 65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20DEDA7" w14:textId="6D4E26C4" w:rsidR="005101DB" w:rsidRPr="001D298A" w:rsidRDefault="005101DB" w:rsidP="00CA062A">
            <w:pPr>
              <w:rPr>
                <w:bCs/>
                <w:sz w:val="20"/>
              </w:rPr>
            </w:pPr>
            <w:r w:rsidRPr="005101DB">
              <w:rPr>
                <w:bCs/>
                <w:sz w:val="20"/>
              </w:rPr>
              <w:t>36-60 samm 3 dm; 41 dm</w:t>
            </w:r>
            <w:r>
              <w:rPr>
                <w:bCs/>
                <w:sz w:val="20"/>
              </w:rPr>
              <w:t xml:space="preserve"> </w:t>
            </w:r>
            <w:r w:rsidRPr="001D298A">
              <w:rPr>
                <w:bCs/>
                <w:sz w:val="20"/>
              </w:rPr>
              <w:t xml:space="preserve">(+ ülemõõt minimaalselt </w:t>
            </w:r>
            <w:r>
              <w:rPr>
                <w:bCs/>
                <w:sz w:val="20"/>
              </w:rPr>
              <w:t>6</w:t>
            </w:r>
            <w:r w:rsidRPr="001D298A">
              <w:rPr>
                <w:bCs/>
                <w:sz w:val="20"/>
              </w:rPr>
              <w:t xml:space="preserve"> cm)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0B62DD1D" w14:textId="77777777" w:rsidR="005101DB" w:rsidRPr="001D298A" w:rsidRDefault="005101DB" w:rsidP="00CA062A">
            <w:pPr>
              <w:rPr>
                <w:bCs/>
                <w:sz w:val="20"/>
              </w:rPr>
            </w:pPr>
            <w:r w:rsidRPr="001D298A">
              <w:rPr>
                <w:bCs/>
                <w:sz w:val="20"/>
              </w:rPr>
              <w:t>RMK palkide standardis tabel 2.1 sätestatud kvaliteedinõuded.</w:t>
            </w:r>
          </w:p>
        </w:tc>
      </w:tr>
    </w:tbl>
    <w:p w14:paraId="2F1B679E" w14:textId="77777777" w:rsidR="000B667F" w:rsidRDefault="000B667F" w:rsidP="006861E4">
      <w:pPr>
        <w:rPr>
          <w:bCs/>
          <w:sz w:val="20"/>
        </w:rPr>
      </w:pPr>
    </w:p>
    <w:p w14:paraId="66B36210" w14:textId="77777777" w:rsidR="000315BC" w:rsidRPr="00330C91" w:rsidRDefault="000315BC" w:rsidP="000315BC">
      <w:pPr>
        <w:rPr>
          <w:bCs/>
          <w:sz w:val="20"/>
        </w:rPr>
      </w:pPr>
      <w:r w:rsidRPr="00330C91">
        <w:rPr>
          <w:b/>
          <w:bCs/>
          <w:sz w:val="20"/>
        </w:rPr>
        <w:t>1.3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Sätestamata kvaliteeditingimuste, kvaliteeti puudutavate mõistete ja definitsioonide osas juhinduvad Pooled </w:t>
      </w:r>
      <w:r>
        <w:rPr>
          <w:bCs/>
          <w:sz w:val="20"/>
        </w:rPr>
        <w:t xml:space="preserve">RMK </w:t>
      </w:r>
      <w:r w:rsidRPr="00FE307F">
        <w:rPr>
          <w:bCs/>
          <w:sz w:val="20"/>
        </w:rPr>
        <w:t>palkide kvaliteedistandardis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sätestatust. Kõikidel nottidel koormas võib esineda lubatud piirides kahjustusi.</w:t>
      </w:r>
    </w:p>
    <w:p w14:paraId="59A4DDAD" w14:textId="77777777" w:rsidR="005101DB" w:rsidRDefault="005101DB" w:rsidP="006861E4">
      <w:pPr>
        <w:rPr>
          <w:bCs/>
          <w:sz w:val="20"/>
        </w:rPr>
      </w:pPr>
    </w:p>
    <w:p w14:paraId="38A2C8EF" w14:textId="77777777" w:rsidR="005101DB" w:rsidRPr="00330C91" w:rsidRDefault="005101DB" w:rsidP="006861E4">
      <w:pPr>
        <w:rPr>
          <w:bCs/>
          <w:sz w:val="20"/>
        </w:rPr>
      </w:pPr>
    </w:p>
    <w:p w14:paraId="477223B2" w14:textId="77777777" w:rsidR="006861E4" w:rsidRPr="00330C91" w:rsidRDefault="006861E4" w:rsidP="006861E4">
      <w:pPr>
        <w:rPr>
          <w:b/>
          <w:sz w:val="20"/>
        </w:rPr>
      </w:pPr>
      <w:r w:rsidRPr="00330C91">
        <w:rPr>
          <w:b/>
          <w:sz w:val="20"/>
        </w:rPr>
        <w:t xml:space="preserve">Poolte allkirjad  </w:t>
      </w:r>
    </w:p>
    <w:p w14:paraId="00D03DBB" w14:textId="77777777" w:rsidR="006861E4" w:rsidRPr="00330C91" w:rsidRDefault="006861E4" w:rsidP="006861E4">
      <w:pPr>
        <w:rPr>
          <w:b/>
          <w:sz w:val="20"/>
        </w:rPr>
      </w:pPr>
      <w:r w:rsidRPr="00330C91">
        <w:rPr>
          <w:b/>
          <w:sz w:val="20"/>
        </w:rPr>
        <w:t>Müüja</w:t>
      </w:r>
      <w:r>
        <w:rPr>
          <w:b/>
          <w:sz w:val="20"/>
        </w:rPr>
        <w:t xml:space="preserve"> esindaja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  <w:r>
        <w:rPr>
          <w:b/>
          <w:sz w:val="20"/>
        </w:rPr>
        <w:t xml:space="preserve"> esindaja</w:t>
      </w:r>
    </w:p>
    <w:p w14:paraId="4FDCEF26" w14:textId="77777777" w:rsidR="006861E4" w:rsidRPr="00330C91" w:rsidRDefault="006861E4" w:rsidP="006861E4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69CF51D4" w14:textId="77777777" w:rsidR="006861E4" w:rsidRDefault="006861E4" w:rsidP="006861E4">
      <w:pPr>
        <w:pStyle w:val="Kommentaaritekst"/>
        <w:rPr>
          <w:bCs/>
          <w:spacing w:val="0"/>
          <w:position w:val="0"/>
          <w:szCs w:val="24"/>
        </w:rPr>
      </w:pPr>
      <w:r>
        <w:rPr>
          <w:bCs/>
          <w:spacing w:val="0"/>
          <w:position w:val="0"/>
          <w:szCs w:val="24"/>
        </w:rPr>
        <w:t>Mart Enel</w:t>
      </w:r>
      <w:r>
        <w:rPr>
          <w:bCs/>
          <w:spacing w:val="0"/>
          <w:position w:val="0"/>
          <w:szCs w:val="24"/>
        </w:rPr>
        <w:tab/>
      </w:r>
      <w:r>
        <w:rPr>
          <w:bCs/>
          <w:spacing w:val="0"/>
          <w:position w:val="0"/>
          <w:szCs w:val="24"/>
        </w:rPr>
        <w:tab/>
      </w:r>
      <w:r>
        <w:rPr>
          <w:bCs/>
          <w:spacing w:val="0"/>
          <w:position w:val="0"/>
          <w:szCs w:val="24"/>
        </w:rPr>
        <w:tab/>
      </w:r>
      <w:r>
        <w:rPr>
          <w:bCs/>
          <w:spacing w:val="0"/>
          <w:position w:val="0"/>
          <w:szCs w:val="24"/>
        </w:rPr>
        <w:tab/>
      </w:r>
      <w:r>
        <w:rPr>
          <w:bCs/>
          <w:spacing w:val="0"/>
          <w:position w:val="0"/>
          <w:szCs w:val="24"/>
        </w:rPr>
        <w:tab/>
      </w:r>
      <w:r>
        <w:rPr>
          <w:bCs/>
          <w:spacing w:val="0"/>
          <w:position w:val="0"/>
          <w:szCs w:val="24"/>
        </w:rPr>
        <w:tab/>
      </w:r>
      <w:r>
        <w:rPr>
          <w:bCs/>
          <w:spacing w:val="0"/>
          <w:position w:val="0"/>
          <w:szCs w:val="24"/>
        </w:rPr>
        <w:tab/>
        <w:t>Andrus Tani</w:t>
      </w:r>
    </w:p>
    <w:p w14:paraId="51833331" w14:textId="77777777" w:rsidR="00426698" w:rsidRDefault="00426698" w:rsidP="00426698">
      <w:pPr>
        <w:pStyle w:val="Pealkiri1"/>
        <w:rPr>
          <w:b w:val="0"/>
          <w:kern w:val="0"/>
          <w:sz w:val="20"/>
        </w:rPr>
      </w:pPr>
    </w:p>
    <w:p w14:paraId="314FBE56" w14:textId="77777777" w:rsidR="00346B22" w:rsidRDefault="00346B22" w:rsidP="001E23CC">
      <w:pPr>
        <w:rPr>
          <w:spacing w:val="0"/>
          <w:position w:val="0"/>
          <w:sz w:val="20"/>
          <w:lang w:eastAsia="et-EE"/>
        </w:rPr>
      </w:pPr>
    </w:p>
    <w:p w14:paraId="5B45B36B" w14:textId="77777777" w:rsidR="006861E4" w:rsidRDefault="006861E4" w:rsidP="001E23CC">
      <w:pPr>
        <w:rPr>
          <w:spacing w:val="0"/>
          <w:position w:val="0"/>
          <w:sz w:val="20"/>
          <w:lang w:eastAsia="et-EE"/>
        </w:rPr>
      </w:pPr>
    </w:p>
    <w:p w14:paraId="1C010955" w14:textId="77777777" w:rsidR="00B92E42" w:rsidRDefault="00B92E42" w:rsidP="001E23CC">
      <w:pPr>
        <w:rPr>
          <w:spacing w:val="0"/>
          <w:position w:val="0"/>
          <w:sz w:val="20"/>
          <w:lang w:eastAsia="et-EE"/>
        </w:rPr>
      </w:pPr>
    </w:p>
    <w:p w14:paraId="6ECFC636" w14:textId="77777777" w:rsidR="004C4AA8" w:rsidRDefault="004C4AA8" w:rsidP="001E23CC">
      <w:pPr>
        <w:rPr>
          <w:spacing w:val="0"/>
          <w:position w:val="0"/>
          <w:sz w:val="20"/>
          <w:lang w:eastAsia="et-EE"/>
        </w:rPr>
      </w:pPr>
    </w:p>
    <w:p w14:paraId="57E86ADF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0CC2B47F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3D83A0F0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12DB5BA4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29307EDC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693C5B91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325995A7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6D7F69A3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6524739E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068AC210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01229C4A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4FF99A42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4B9FD5AF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102DA033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3D2DE519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2EBE5EF1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1C938EDF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274996F6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6FBCB2FF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6FE1A3E7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12E26B05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423BDD1D" w14:textId="77777777" w:rsidR="0066507D" w:rsidRDefault="0066507D" w:rsidP="001E23CC">
      <w:pPr>
        <w:rPr>
          <w:spacing w:val="0"/>
          <w:position w:val="0"/>
          <w:sz w:val="20"/>
          <w:lang w:eastAsia="et-EE"/>
        </w:rPr>
      </w:pPr>
    </w:p>
    <w:p w14:paraId="33F3F8A2" w14:textId="77777777" w:rsidR="00F056AF" w:rsidRPr="00330C91" w:rsidRDefault="00F056AF" w:rsidP="001E23CC">
      <w:pPr>
        <w:rPr>
          <w:spacing w:val="0"/>
          <w:position w:val="0"/>
          <w:sz w:val="20"/>
          <w:lang w:eastAsia="et-EE"/>
        </w:rPr>
      </w:pPr>
    </w:p>
    <w:p w14:paraId="319631CC" w14:textId="77777777" w:rsidR="00346B22" w:rsidRPr="00330C91" w:rsidRDefault="00346B22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3</w:t>
      </w:r>
    </w:p>
    <w:p w14:paraId="3830917A" w14:textId="77777777" w:rsidR="00D46318" w:rsidRPr="00330C91" w:rsidRDefault="00D46318" w:rsidP="00D4631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Tarm AS</w:t>
      </w:r>
      <w:r w:rsidRPr="00330C91">
        <w:rPr>
          <w:spacing w:val="0"/>
          <w:position w:val="0"/>
          <w:sz w:val="20"/>
        </w:rPr>
        <w:t xml:space="preserve"> vahelise</w:t>
      </w:r>
    </w:p>
    <w:p w14:paraId="3A49BE27" w14:textId="77777777" w:rsidR="00D46318" w:rsidRPr="00330C91" w:rsidRDefault="00D46318" w:rsidP="00D4631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3A10A6ED" w14:textId="77777777" w:rsidR="00D46318" w:rsidRPr="00330C91" w:rsidRDefault="00D46318" w:rsidP="00D46318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 2025/204</w:t>
      </w:r>
      <w:r w:rsidRPr="00330C91">
        <w:rPr>
          <w:spacing w:val="0"/>
          <w:position w:val="0"/>
          <w:sz w:val="20"/>
        </w:rPr>
        <w:t xml:space="preserve"> juurde</w:t>
      </w:r>
    </w:p>
    <w:p w14:paraId="319A6841" w14:textId="77777777" w:rsidR="00346B22" w:rsidRPr="00330C91" w:rsidRDefault="00346B22" w:rsidP="001E23CC">
      <w:pPr>
        <w:pStyle w:val="Pealkiri1"/>
        <w:jc w:val="center"/>
        <w:rPr>
          <w:bCs/>
          <w:kern w:val="0"/>
          <w:sz w:val="20"/>
        </w:rPr>
      </w:pPr>
    </w:p>
    <w:p w14:paraId="0B9E617B" w14:textId="77777777" w:rsidR="00346B22" w:rsidRPr="00330C91" w:rsidRDefault="00346B22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560E5ED2" w14:textId="77777777" w:rsidR="00A467A1" w:rsidRDefault="00A467A1" w:rsidP="003A7DD1">
      <w:pPr>
        <w:rPr>
          <w:sz w:val="18"/>
          <w:szCs w:val="18"/>
        </w:rPr>
      </w:pPr>
    </w:p>
    <w:p w14:paraId="00588A27" w14:textId="77777777" w:rsidR="00346B22" w:rsidRPr="00330C91" w:rsidRDefault="00346B22" w:rsidP="003A7DD1">
      <w:pPr>
        <w:rPr>
          <w:sz w:val="18"/>
        </w:rPr>
      </w:pPr>
      <w:r w:rsidRPr="00330C91">
        <w:rPr>
          <w:sz w:val="18"/>
          <w:szCs w:val="18"/>
        </w:rPr>
        <w:t>/kuupäev vastavalt hilisemale digitaalallkirja kuupäevale/</w:t>
      </w:r>
    </w:p>
    <w:p w14:paraId="5FB8AC85" w14:textId="77777777" w:rsidR="00346B22" w:rsidRPr="00330C91" w:rsidRDefault="00346B22" w:rsidP="00B30713">
      <w:pPr>
        <w:rPr>
          <w:sz w:val="18"/>
          <w:szCs w:val="18"/>
        </w:rPr>
      </w:pPr>
    </w:p>
    <w:p w14:paraId="4ABF468E" w14:textId="77777777" w:rsidR="00DE3207" w:rsidRDefault="00DE3207" w:rsidP="00DE3207">
      <w:pPr>
        <w:rPr>
          <w:sz w:val="20"/>
        </w:rPr>
      </w:pPr>
    </w:p>
    <w:p w14:paraId="27028E74" w14:textId="77777777" w:rsidR="004F6603" w:rsidRDefault="00DE3207" w:rsidP="004F6603">
      <w:pPr>
        <w:numPr>
          <w:ilvl w:val="0"/>
          <w:numId w:val="12"/>
        </w:numPr>
        <w:rPr>
          <w:bCs/>
          <w:sz w:val="20"/>
        </w:rPr>
      </w:pPr>
      <w:r w:rsidRPr="00D03303">
        <w:rPr>
          <w:sz w:val="20"/>
        </w:rPr>
        <w:t xml:space="preserve"> </w:t>
      </w:r>
      <w:r w:rsidR="004F6603" w:rsidRPr="00330C91">
        <w:rPr>
          <w:bCs/>
          <w:sz w:val="20"/>
        </w:rPr>
        <w:t xml:space="preserve">Müüja müüb ja Ostja ostab Metsamaterjali, mille hind Ostja laos </w:t>
      </w:r>
      <w:r w:rsidR="00F324DA">
        <w:rPr>
          <w:bCs/>
          <w:sz w:val="20"/>
        </w:rPr>
        <w:t>DPU</w:t>
      </w:r>
      <w:r w:rsidR="004F6603">
        <w:rPr>
          <w:bCs/>
          <w:sz w:val="20"/>
        </w:rPr>
        <w:t xml:space="preserve"> Kalme</w:t>
      </w:r>
      <w:r w:rsidR="004F6603" w:rsidRPr="00896FC3">
        <w:rPr>
          <w:bCs/>
          <w:sz w:val="20"/>
        </w:rPr>
        <w:t xml:space="preserve"> küla </w:t>
      </w:r>
      <w:r w:rsidR="004F6603">
        <w:rPr>
          <w:bCs/>
          <w:sz w:val="20"/>
        </w:rPr>
        <w:t>Elva</w:t>
      </w:r>
      <w:r w:rsidR="004F6603" w:rsidRPr="00896FC3">
        <w:rPr>
          <w:bCs/>
          <w:sz w:val="20"/>
        </w:rPr>
        <w:t xml:space="preserve"> vald </w:t>
      </w:r>
      <w:r w:rsidR="004F6603">
        <w:rPr>
          <w:bCs/>
          <w:sz w:val="20"/>
        </w:rPr>
        <w:t>Tartumaa</w:t>
      </w:r>
      <w:r w:rsidR="004F6603" w:rsidRPr="00896FC3">
        <w:rPr>
          <w:sz w:val="20"/>
        </w:rPr>
        <w:t xml:space="preserve"> </w:t>
      </w:r>
      <w:r w:rsidR="004F6603" w:rsidRPr="00330C91">
        <w:rPr>
          <w:bCs/>
          <w:sz w:val="20"/>
        </w:rPr>
        <w:t>on sätestatud alljärgnevalt:</w:t>
      </w:r>
    </w:p>
    <w:p w14:paraId="281FBBF4" w14:textId="77777777" w:rsidR="004F6603" w:rsidRDefault="004F6603" w:rsidP="00DE3207">
      <w:pPr>
        <w:jc w:val="both"/>
        <w:rPr>
          <w:sz w:val="20"/>
        </w:rPr>
      </w:pPr>
    </w:p>
    <w:p w14:paraId="647A41E0" w14:textId="77777777" w:rsidR="00DE3207" w:rsidRPr="00730EE2" w:rsidRDefault="00356DBC" w:rsidP="00DE320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843"/>
        <w:gridCol w:w="1843"/>
        <w:gridCol w:w="2835"/>
      </w:tblGrid>
      <w:tr w:rsidR="002344CC" w:rsidRPr="00760F9E" w14:paraId="331CCC59" w14:textId="77777777" w:rsidTr="00456F36">
        <w:trPr>
          <w:trHeight w:val="29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E1E18" w14:textId="77777777" w:rsidR="002344CC" w:rsidRPr="0042016A" w:rsidRDefault="002344CC" w:rsidP="00456F36">
            <w:pPr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Sortiment</w:t>
            </w:r>
            <w:r>
              <w:rPr>
                <w:sz w:val="20"/>
                <w:lang w:eastAsia="et-EE"/>
              </w:rPr>
              <w:t>/ kvaliteet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551E5" w14:textId="77777777" w:rsidR="002344CC" w:rsidRPr="0042016A" w:rsidRDefault="002344CC" w:rsidP="00456F36">
            <w:pPr>
              <w:jc w:val="center"/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Diam cm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36321" w14:textId="77777777" w:rsidR="002344CC" w:rsidRPr="0042016A" w:rsidRDefault="002344CC" w:rsidP="00456F36">
            <w:pPr>
              <w:jc w:val="center"/>
              <w:rPr>
                <w:sz w:val="20"/>
                <w:lang w:eastAsia="et-EE"/>
              </w:rPr>
            </w:pPr>
            <w:r w:rsidRPr="0042016A">
              <w:rPr>
                <w:sz w:val="20"/>
                <w:lang w:eastAsia="et-EE"/>
              </w:rPr>
              <w:t>Pikkus dm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ED7E2" w14:textId="77777777" w:rsidR="002344CC" w:rsidRPr="0042016A" w:rsidRDefault="002344CC" w:rsidP="00456F36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EUR</w:t>
            </w:r>
            <w:r w:rsidRPr="0042016A">
              <w:rPr>
                <w:sz w:val="20"/>
                <w:lang w:eastAsia="et-EE"/>
              </w:rPr>
              <w:t>/</w:t>
            </w:r>
            <w:r>
              <w:rPr>
                <w:sz w:val="20"/>
                <w:lang w:eastAsia="et-EE"/>
              </w:rPr>
              <w:t>m3</w:t>
            </w:r>
          </w:p>
        </w:tc>
      </w:tr>
      <w:tr w:rsidR="00C80069" w:rsidRPr="00760F9E" w14:paraId="75E4841C" w14:textId="77777777" w:rsidTr="00846884">
        <w:trPr>
          <w:trHeight w:val="3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D8449A" w14:textId="77777777" w:rsidR="00C80069" w:rsidRDefault="00C80069" w:rsidP="00846884">
            <w:r>
              <w:rPr>
                <w:sz w:val="20"/>
                <w:lang w:eastAsia="et-EE"/>
              </w:rPr>
              <w:t>Kuusepalk</w:t>
            </w:r>
            <w:r w:rsidRPr="00E43511">
              <w:rPr>
                <w:sz w:val="20"/>
                <w:lang w:eastAsia="et-EE"/>
              </w:rPr>
              <w:t xml:space="preserve"> ABC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B2B7" w14:textId="77777777" w:rsidR="00C80069" w:rsidRPr="00532863" w:rsidRDefault="00A924C7" w:rsidP="00C80069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15</w:t>
            </w:r>
            <w:r w:rsidR="008F46B2">
              <w:rPr>
                <w:iCs/>
                <w:sz w:val="20"/>
                <w:lang w:eastAsia="et-EE"/>
              </w:rPr>
              <w:t>-17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11089" w14:textId="6BE3978F" w:rsidR="00C80069" w:rsidRPr="00532863" w:rsidRDefault="00C80069" w:rsidP="00356DBC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</w:t>
            </w:r>
            <w:r w:rsidRPr="00532863">
              <w:rPr>
                <w:sz w:val="20"/>
                <w:lang w:eastAsia="et-EE"/>
              </w:rPr>
              <w:t>-</w:t>
            </w:r>
            <w:r>
              <w:rPr>
                <w:sz w:val="20"/>
                <w:lang w:eastAsia="et-EE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453EE" w14:textId="3A692A6D" w:rsidR="00C80069" w:rsidRPr="00532863" w:rsidRDefault="00F7063C" w:rsidP="00846884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80</w:t>
            </w:r>
          </w:p>
        </w:tc>
      </w:tr>
      <w:tr w:rsidR="004F6603" w:rsidRPr="00760F9E" w14:paraId="0592B76E" w14:textId="77777777" w:rsidTr="004F3557">
        <w:trPr>
          <w:trHeight w:val="3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AAD1E48" w14:textId="77777777" w:rsidR="004F6603" w:rsidRDefault="004F6603" w:rsidP="004F6603">
            <w:r>
              <w:rPr>
                <w:sz w:val="20"/>
                <w:lang w:eastAsia="et-EE"/>
              </w:rPr>
              <w:t>Kuusepalk</w:t>
            </w:r>
            <w:r w:rsidRPr="00E43511">
              <w:rPr>
                <w:sz w:val="20"/>
                <w:lang w:eastAsia="et-EE"/>
              </w:rPr>
              <w:t xml:space="preserve"> ABC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F9097" w14:textId="77777777" w:rsidR="004F6603" w:rsidRPr="00532863" w:rsidRDefault="008F46B2" w:rsidP="008F46B2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18</w:t>
            </w:r>
            <w:r w:rsidR="004F6603">
              <w:rPr>
                <w:iCs/>
                <w:sz w:val="20"/>
                <w:lang w:eastAsia="et-EE"/>
              </w:rPr>
              <w:t>-24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90AC1ED" w14:textId="3F2C21ED" w:rsidR="004F6603" w:rsidRDefault="004F6603" w:rsidP="004F6603">
            <w:pPr>
              <w:jc w:val="center"/>
            </w:pPr>
            <w:r w:rsidRPr="005C60C2">
              <w:rPr>
                <w:sz w:val="20"/>
                <w:lang w:eastAsia="et-EE"/>
              </w:rPr>
              <w:t>36-60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BE8F78" w14:textId="5F32E4FC" w:rsidR="004F6603" w:rsidRPr="00532863" w:rsidRDefault="006C0D20" w:rsidP="009F5258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127</w:t>
            </w:r>
          </w:p>
        </w:tc>
      </w:tr>
      <w:tr w:rsidR="004F6603" w:rsidRPr="00760F9E" w14:paraId="0935BF82" w14:textId="77777777" w:rsidTr="004F3557">
        <w:trPr>
          <w:trHeight w:val="28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93995A" w14:textId="77777777" w:rsidR="004F6603" w:rsidRDefault="004F6603" w:rsidP="004F6603">
            <w:r>
              <w:rPr>
                <w:sz w:val="20"/>
                <w:lang w:eastAsia="et-EE"/>
              </w:rPr>
              <w:t>Kuusepalk</w:t>
            </w:r>
            <w:r w:rsidRPr="00E43511">
              <w:rPr>
                <w:sz w:val="20"/>
                <w:lang w:eastAsia="et-EE"/>
              </w:rPr>
              <w:t xml:space="preserve"> ABC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F9DA" w14:textId="77777777" w:rsidR="004F6603" w:rsidRPr="00532863" w:rsidRDefault="008F46B2" w:rsidP="004F6603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25</w:t>
            </w:r>
            <w:r w:rsidR="004F6603" w:rsidRPr="00532863">
              <w:rPr>
                <w:iCs/>
                <w:sz w:val="20"/>
                <w:lang w:eastAsia="et-EE"/>
              </w:rPr>
              <w:t>-</w:t>
            </w:r>
            <w:r w:rsidR="00A924C7">
              <w:rPr>
                <w:iCs/>
                <w:sz w:val="20"/>
                <w:lang w:eastAsia="et-EE"/>
              </w:rPr>
              <w:t>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973BFBE" w14:textId="0759102E" w:rsidR="004F6603" w:rsidRDefault="004F6603" w:rsidP="004F6603">
            <w:pPr>
              <w:jc w:val="center"/>
            </w:pPr>
            <w:r w:rsidRPr="005C60C2">
              <w:rPr>
                <w:sz w:val="20"/>
                <w:lang w:eastAsia="et-EE"/>
              </w:rPr>
              <w:t>36-60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FA190" w14:textId="59FB8762" w:rsidR="004F6603" w:rsidRPr="00532863" w:rsidRDefault="006C0D20" w:rsidP="00F324DA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127</w:t>
            </w:r>
          </w:p>
        </w:tc>
      </w:tr>
      <w:tr w:rsidR="00161397" w:rsidRPr="00760F9E" w14:paraId="3B7A16AD" w14:textId="77777777" w:rsidTr="00456F36">
        <w:trPr>
          <w:trHeight w:val="3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ECD88E" w14:textId="56F80D9C" w:rsidR="00161397" w:rsidRPr="009A0ABD" w:rsidRDefault="00161397" w:rsidP="003203C9">
            <w:pPr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Kuusepalk</w:t>
            </w:r>
            <w:r w:rsidRPr="00E43511">
              <w:rPr>
                <w:sz w:val="20"/>
                <w:lang w:eastAsia="et-EE"/>
              </w:rPr>
              <w:t xml:space="preserve"> </w:t>
            </w:r>
            <w:r>
              <w:rPr>
                <w:sz w:val="20"/>
                <w:lang w:eastAsia="et-EE"/>
              </w:rPr>
              <w:t>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CB871" w14:textId="1C846486" w:rsidR="00161397" w:rsidRPr="00532863" w:rsidRDefault="00161397" w:rsidP="003203C9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15-60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7CC6BB" w14:textId="4AC02BA8" w:rsidR="00161397" w:rsidRPr="00532863" w:rsidRDefault="00161397" w:rsidP="003203C9">
            <w:pPr>
              <w:jc w:val="center"/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36-60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E0BB32" w14:textId="4343C505" w:rsidR="00161397" w:rsidRDefault="00161397" w:rsidP="003203C9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50</w:t>
            </w:r>
          </w:p>
        </w:tc>
      </w:tr>
      <w:tr w:rsidR="003203C9" w:rsidRPr="00760F9E" w14:paraId="2133ADF2" w14:textId="77777777" w:rsidTr="00456F36">
        <w:trPr>
          <w:trHeight w:val="32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00A42B" w14:textId="77777777" w:rsidR="003203C9" w:rsidRPr="009A0ABD" w:rsidRDefault="003203C9" w:rsidP="003203C9">
            <w:pPr>
              <w:rPr>
                <w:sz w:val="20"/>
                <w:lang w:eastAsia="et-EE"/>
              </w:rPr>
            </w:pPr>
            <w:r w:rsidRPr="009A0ABD">
              <w:rPr>
                <w:sz w:val="20"/>
                <w:lang w:eastAsia="et-EE"/>
              </w:rPr>
              <w:t>Kuusepalk praak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7082F" w14:textId="77777777" w:rsidR="003203C9" w:rsidRPr="00532863" w:rsidRDefault="003203C9" w:rsidP="003203C9">
            <w:pPr>
              <w:jc w:val="center"/>
              <w:rPr>
                <w:iCs/>
                <w:sz w:val="20"/>
                <w:lang w:eastAsia="et-E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F1CD5E" w14:textId="77777777" w:rsidR="003203C9" w:rsidRPr="00532863" w:rsidRDefault="003203C9" w:rsidP="003203C9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603DE7" w14:textId="77777777" w:rsidR="003203C9" w:rsidRPr="00532863" w:rsidRDefault="00F324DA" w:rsidP="003203C9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35</w:t>
            </w:r>
          </w:p>
        </w:tc>
      </w:tr>
      <w:tr w:rsidR="003203C9" w:rsidRPr="00760F9E" w14:paraId="50604024" w14:textId="77777777" w:rsidTr="00456F36">
        <w:trPr>
          <w:trHeight w:val="32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A4ED63" w14:textId="77777777" w:rsidR="003203C9" w:rsidRPr="0042016A" w:rsidRDefault="003203C9" w:rsidP="003203C9">
            <w:pPr>
              <w:rPr>
                <w:sz w:val="20"/>
                <w:lang w:eastAsia="et-EE"/>
              </w:rPr>
            </w:pPr>
            <w:r>
              <w:rPr>
                <w:sz w:val="20"/>
                <w:lang w:eastAsia="et-EE"/>
              </w:rPr>
              <w:t>Kuusepalk</w:t>
            </w:r>
            <w:r w:rsidRPr="00E43511">
              <w:rPr>
                <w:sz w:val="20"/>
                <w:lang w:eastAsia="et-EE"/>
              </w:rPr>
              <w:t xml:space="preserve"> </w:t>
            </w:r>
            <w:r>
              <w:rPr>
                <w:sz w:val="20"/>
                <w:lang w:eastAsia="et-EE"/>
              </w:rPr>
              <w:t>praak metall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33CBF4" w14:textId="77777777" w:rsidR="003203C9" w:rsidRPr="00532863" w:rsidRDefault="003203C9" w:rsidP="003203C9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41314" w14:textId="77777777" w:rsidR="003203C9" w:rsidRPr="00532863" w:rsidRDefault="003203C9" w:rsidP="003203C9">
            <w:pPr>
              <w:jc w:val="center"/>
              <w:rPr>
                <w:sz w:val="20"/>
                <w:lang w:eastAsia="et-EE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CAC06" w14:textId="77777777" w:rsidR="003203C9" w:rsidRPr="00532863" w:rsidRDefault="00F324DA" w:rsidP="003203C9">
            <w:pPr>
              <w:jc w:val="center"/>
              <w:rPr>
                <w:iCs/>
                <w:sz w:val="20"/>
                <w:lang w:eastAsia="et-EE"/>
              </w:rPr>
            </w:pPr>
            <w:r>
              <w:rPr>
                <w:iCs/>
                <w:sz w:val="20"/>
                <w:lang w:eastAsia="et-EE"/>
              </w:rPr>
              <w:t>2</w:t>
            </w:r>
            <w:r w:rsidR="001F68A1">
              <w:rPr>
                <w:iCs/>
                <w:sz w:val="20"/>
                <w:lang w:eastAsia="et-EE"/>
              </w:rPr>
              <w:t>5</w:t>
            </w:r>
          </w:p>
        </w:tc>
      </w:tr>
    </w:tbl>
    <w:p w14:paraId="17897661" w14:textId="77777777" w:rsidR="00356DBC" w:rsidRDefault="00356DBC" w:rsidP="00DE3207">
      <w:pPr>
        <w:tabs>
          <w:tab w:val="left" w:pos="1134"/>
        </w:tabs>
        <w:jc w:val="both"/>
        <w:rPr>
          <w:bCs/>
          <w:sz w:val="20"/>
        </w:rPr>
      </w:pPr>
    </w:p>
    <w:p w14:paraId="0F8F1DCA" w14:textId="597B705D" w:rsidR="00DE3207" w:rsidRPr="006F4116" w:rsidRDefault="00DE3207" w:rsidP="00DE3207">
      <w:pPr>
        <w:tabs>
          <w:tab w:val="left" w:pos="1134"/>
        </w:tabs>
        <w:jc w:val="both"/>
        <w:rPr>
          <w:bCs/>
          <w:sz w:val="20"/>
        </w:rPr>
      </w:pPr>
      <w:r w:rsidRPr="006F4116">
        <w:rPr>
          <w:bCs/>
          <w:sz w:val="20"/>
        </w:rPr>
        <w:t>Kõikidele hindadele lisandub käibemak</w:t>
      </w:r>
      <w:r w:rsidR="00F7063C">
        <w:rPr>
          <w:bCs/>
          <w:sz w:val="20"/>
        </w:rPr>
        <w:t>s</w:t>
      </w:r>
      <w:r w:rsidRPr="006F4116">
        <w:rPr>
          <w:bCs/>
          <w:sz w:val="20"/>
        </w:rPr>
        <w:t>.</w:t>
      </w:r>
    </w:p>
    <w:p w14:paraId="00768ADB" w14:textId="37C341CC" w:rsidR="00DE3207" w:rsidRPr="007F0D16" w:rsidRDefault="007F0D16" w:rsidP="00B30713">
      <w:pPr>
        <w:rPr>
          <w:sz w:val="20"/>
        </w:rPr>
      </w:pPr>
      <w:r>
        <w:rPr>
          <w:b/>
          <w:sz w:val="20"/>
        </w:rPr>
        <w:t xml:space="preserve">1.1 </w:t>
      </w:r>
      <w:r w:rsidR="00AB79DF">
        <w:rPr>
          <w:sz w:val="20"/>
        </w:rPr>
        <w:t xml:space="preserve">Hinnakokkulepe kehtib </w:t>
      </w:r>
      <w:r w:rsidR="002860BD">
        <w:rPr>
          <w:sz w:val="20"/>
        </w:rPr>
        <w:t>10</w:t>
      </w:r>
      <w:r>
        <w:rPr>
          <w:sz w:val="20"/>
        </w:rPr>
        <w:t>.0</w:t>
      </w:r>
      <w:r w:rsidR="002860BD">
        <w:rPr>
          <w:sz w:val="20"/>
        </w:rPr>
        <w:t>9</w:t>
      </w:r>
      <w:r>
        <w:rPr>
          <w:sz w:val="20"/>
        </w:rPr>
        <w:t>.202</w:t>
      </w:r>
      <w:r w:rsidR="002860BD">
        <w:rPr>
          <w:sz w:val="20"/>
        </w:rPr>
        <w:t>5</w:t>
      </w:r>
      <w:r w:rsidR="00AB79DF">
        <w:rPr>
          <w:sz w:val="20"/>
        </w:rPr>
        <w:t xml:space="preserve"> – 15</w:t>
      </w:r>
      <w:r w:rsidR="00FB7A2A">
        <w:rPr>
          <w:sz w:val="20"/>
        </w:rPr>
        <w:t>.10</w:t>
      </w:r>
      <w:r>
        <w:rPr>
          <w:sz w:val="20"/>
        </w:rPr>
        <w:t>.202</w:t>
      </w:r>
      <w:r w:rsidR="002860BD">
        <w:rPr>
          <w:sz w:val="20"/>
        </w:rPr>
        <w:t>5</w:t>
      </w:r>
      <w:r>
        <w:rPr>
          <w:sz w:val="20"/>
        </w:rPr>
        <w:t xml:space="preserve"> a.</w:t>
      </w:r>
    </w:p>
    <w:p w14:paraId="5EB99713" w14:textId="77777777" w:rsidR="00DE3207" w:rsidRDefault="00DE3207" w:rsidP="00B30713">
      <w:pPr>
        <w:rPr>
          <w:b/>
          <w:sz w:val="20"/>
        </w:rPr>
      </w:pPr>
    </w:p>
    <w:p w14:paraId="10E5917E" w14:textId="77777777" w:rsidR="00DE3207" w:rsidRDefault="00DE3207" w:rsidP="00B30713">
      <w:pPr>
        <w:rPr>
          <w:b/>
          <w:sz w:val="20"/>
        </w:rPr>
      </w:pPr>
    </w:p>
    <w:p w14:paraId="520B48B1" w14:textId="77777777" w:rsidR="00DE3207" w:rsidRPr="00330C91" w:rsidRDefault="00DE3207" w:rsidP="00B30713">
      <w:pPr>
        <w:rPr>
          <w:b/>
          <w:sz w:val="20"/>
        </w:rPr>
      </w:pPr>
    </w:p>
    <w:p w14:paraId="15F097CD" w14:textId="77777777" w:rsidR="00346B22" w:rsidRPr="00330C91" w:rsidRDefault="00346B22" w:rsidP="00EB57EF">
      <w:pPr>
        <w:rPr>
          <w:b/>
          <w:sz w:val="20"/>
        </w:rPr>
      </w:pPr>
      <w:r w:rsidRPr="00330C91">
        <w:rPr>
          <w:b/>
          <w:sz w:val="20"/>
        </w:rPr>
        <w:t xml:space="preserve">Poolte allkirjad  </w:t>
      </w:r>
    </w:p>
    <w:p w14:paraId="49FC63B8" w14:textId="77777777" w:rsidR="00F015A4" w:rsidRPr="00330C91" w:rsidRDefault="00F015A4" w:rsidP="00F015A4">
      <w:pPr>
        <w:rPr>
          <w:b/>
          <w:sz w:val="20"/>
        </w:rPr>
      </w:pPr>
      <w:r w:rsidRPr="00330C91">
        <w:rPr>
          <w:b/>
          <w:sz w:val="20"/>
        </w:rPr>
        <w:t>Müüja</w:t>
      </w:r>
      <w:r>
        <w:rPr>
          <w:b/>
          <w:sz w:val="20"/>
        </w:rPr>
        <w:t xml:space="preserve"> esindaja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  <w:r>
        <w:rPr>
          <w:b/>
          <w:sz w:val="20"/>
        </w:rPr>
        <w:t xml:space="preserve"> esindaja</w:t>
      </w:r>
    </w:p>
    <w:p w14:paraId="728A7849" w14:textId="77777777" w:rsidR="00346B22" w:rsidRPr="00330C91" w:rsidRDefault="00346B22" w:rsidP="00EB57EF">
      <w:pPr>
        <w:rPr>
          <w:sz w:val="20"/>
        </w:rPr>
      </w:pPr>
    </w:p>
    <w:p w14:paraId="45357EAE" w14:textId="77777777" w:rsidR="00346B22" w:rsidRPr="00330C91" w:rsidRDefault="00346B22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049C449" w14:textId="77777777" w:rsidR="00341A62" w:rsidRDefault="004F6603" w:rsidP="00F015A4">
      <w:pPr>
        <w:pStyle w:val="Kommentaaritekst"/>
        <w:rPr>
          <w:bCs/>
          <w:spacing w:val="0"/>
          <w:position w:val="0"/>
          <w:szCs w:val="24"/>
        </w:rPr>
      </w:pPr>
      <w:r>
        <w:rPr>
          <w:bCs/>
          <w:spacing w:val="0"/>
          <w:position w:val="0"/>
          <w:szCs w:val="24"/>
        </w:rPr>
        <w:t>Mart Enel</w:t>
      </w:r>
      <w:r w:rsidR="00F015A4">
        <w:rPr>
          <w:bCs/>
          <w:spacing w:val="0"/>
          <w:position w:val="0"/>
          <w:szCs w:val="24"/>
        </w:rPr>
        <w:tab/>
      </w:r>
      <w:r w:rsidR="00F015A4">
        <w:rPr>
          <w:bCs/>
          <w:spacing w:val="0"/>
          <w:position w:val="0"/>
          <w:szCs w:val="24"/>
        </w:rPr>
        <w:tab/>
      </w:r>
      <w:r w:rsidR="00F015A4">
        <w:rPr>
          <w:bCs/>
          <w:spacing w:val="0"/>
          <w:position w:val="0"/>
          <w:szCs w:val="24"/>
        </w:rPr>
        <w:tab/>
      </w:r>
      <w:r w:rsidR="00F015A4">
        <w:rPr>
          <w:bCs/>
          <w:spacing w:val="0"/>
          <w:position w:val="0"/>
          <w:szCs w:val="24"/>
        </w:rPr>
        <w:tab/>
      </w:r>
      <w:r w:rsidR="00F015A4">
        <w:rPr>
          <w:bCs/>
          <w:spacing w:val="0"/>
          <w:position w:val="0"/>
          <w:szCs w:val="24"/>
        </w:rPr>
        <w:tab/>
      </w:r>
      <w:r w:rsidR="00F015A4">
        <w:rPr>
          <w:bCs/>
          <w:spacing w:val="0"/>
          <w:position w:val="0"/>
          <w:szCs w:val="24"/>
        </w:rPr>
        <w:tab/>
      </w:r>
      <w:r w:rsidR="00F015A4">
        <w:rPr>
          <w:bCs/>
          <w:spacing w:val="0"/>
          <w:position w:val="0"/>
          <w:szCs w:val="24"/>
        </w:rPr>
        <w:tab/>
      </w:r>
      <w:r w:rsidR="003D6E70">
        <w:rPr>
          <w:bCs/>
          <w:spacing w:val="0"/>
          <w:position w:val="0"/>
          <w:szCs w:val="24"/>
        </w:rPr>
        <w:t>Andrus Tani</w:t>
      </w:r>
    </w:p>
    <w:p w14:paraId="18FBEDA7" w14:textId="77777777" w:rsidR="005D4180" w:rsidRDefault="005D4180" w:rsidP="006861E4">
      <w:pPr>
        <w:ind w:left="5440" w:firstLine="680"/>
        <w:rPr>
          <w:bCs/>
          <w:spacing w:val="0"/>
          <w:position w:val="0"/>
          <w:szCs w:val="24"/>
        </w:rPr>
      </w:pPr>
    </w:p>
    <w:p w14:paraId="13D8DDF0" w14:textId="77777777" w:rsidR="00341A62" w:rsidRDefault="00341A62" w:rsidP="00F015A4">
      <w:pPr>
        <w:pStyle w:val="Kommentaaritekst"/>
        <w:rPr>
          <w:bCs/>
          <w:spacing w:val="0"/>
          <w:position w:val="0"/>
          <w:szCs w:val="24"/>
        </w:rPr>
      </w:pPr>
    </w:p>
    <w:sectPr w:rsidR="00341A62" w:rsidSect="00B923F1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33786" w14:textId="77777777" w:rsidR="00AA2883" w:rsidRDefault="00AA2883">
      <w:r>
        <w:separator/>
      </w:r>
    </w:p>
  </w:endnote>
  <w:endnote w:type="continuationSeparator" w:id="0">
    <w:p w14:paraId="35960E29" w14:textId="77777777" w:rsidR="00AA2883" w:rsidRDefault="00AA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44774" w14:textId="77777777" w:rsidR="00CD76D5" w:rsidRDefault="00CD76D5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256702">
      <w:rPr>
        <w:noProof/>
      </w:rPr>
      <w:t>3</w:t>
    </w:r>
    <w:r>
      <w:fldChar w:fldCharType="end"/>
    </w:r>
  </w:p>
  <w:p w14:paraId="1DD5F8E5" w14:textId="77777777" w:rsidR="00CD76D5" w:rsidRDefault="00CD76D5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0D53F" w14:textId="77777777" w:rsidR="00CD76D5" w:rsidRDefault="00CD76D5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19CF6" w14:textId="77777777" w:rsidR="00AA2883" w:rsidRDefault="00AA2883">
      <w:r>
        <w:separator/>
      </w:r>
    </w:p>
  </w:footnote>
  <w:footnote w:type="continuationSeparator" w:id="0">
    <w:p w14:paraId="3C8F89B8" w14:textId="77777777" w:rsidR="00AA2883" w:rsidRDefault="00AA2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16592" w14:textId="77777777" w:rsidR="00CD76D5" w:rsidRDefault="00CD76D5">
    <w:pPr>
      <w:framePr w:w="9639" w:h="851" w:hSpace="181" w:wrap="around" w:vAnchor="page" w:hAnchor="page" w:x="1135" w:y="568"/>
      <w:jc w:val="center"/>
    </w:pPr>
  </w:p>
  <w:p w14:paraId="10E263B7" w14:textId="06908F03" w:rsidR="00CD76D5" w:rsidRPr="00E144F2" w:rsidRDefault="00CD76D5" w:rsidP="00D46318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69380" w14:textId="77777777" w:rsidR="00CD76D5" w:rsidRPr="00A67C68" w:rsidRDefault="00CD76D5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0070A"/>
    <w:multiLevelType w:val="multilevel"/>
    <w:tmpl w:val="E18C6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  <w:b/>
      </w:rPr>
    </w:lvl>
  </w:abstractNum>
  <w:abstractNum w:abstractNumId="9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89868437">
    <w:abstractNumId w:val="0"/>
  </w:num>
  <w:num w:numId="2" w16cid:durableId="2040157686">
    <w:abstractNumId w:val="6"/>
  </w:num>
  <w:num w:numId="3" w16cid:durableId="318340962">
    <w:abstractNumId w:val="5"/>
  </w:num>
  <w:num w:numId="4" w16cid:durableId="2033415472">
    <w:abstractNumId w:val="7"/>
  </w:num>
  <w:num w:numId="5" w16cid:durableId="988292172">
    <w:abstractNumId w:val="9"/>
  </w:num>
  <w:num w:numId="6" w16cid:durableId="49623767">
    <w:abstractNumId w:val="10"/>
  </w:num>
  <w:num w:numId="7" w16cid:durableId="1252547761">
    <w:abstractNumId w:val="11"/>
  </w:num>
  <w:num w:numId="8" w16cid:durableId="368997751">
    <w:abstractNumId w:val="3"/>
  </w:num>
  <w:num w:numId="9" w16cid:durableId="219367178">
    <w:abstractNumId w:val="4"/>
  </w:num>
  <w:num w:numId="10" w16cid:durableId="362873111">
    <w:abstractNumId w:val="1"/>
  </w:num>
  <w:num w:numId="11" w16cid:durableId="50469142">
    <w:abstractNumId w:val="2"/>
  </w:num>
  <w:num w:numId="12" w16cid:durableId="59952955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330"/>
    <w:rsid w:val="00003CCC"/>
    <w:rsid w:val="00004149"/>
    <w:rsid w:val="00005090"/>
    <w:rsid w:val="0001148D"/>
    <w:rsid w:val="000114BF"/>
    <w:rsid w:val="0001211C"/>
    <w:rsid w:val="00012D8E"/>
    <w:rsid w:val="00016D90"/>
    <w:rsid w:val="00025146"/>
    <w:rsid w:val="000306F0"/>
    <w:rsid w:val="000314C3"/>
    <w:rsid w:val="000315BC"/>
    <w:rsid w:val="00035B26"/>
    <w:rsid w:val="00040190"/>
    <w:rsid w:val="00042140"/>
    <w:rsid w:val="0004317E"/>
    <w:rsid w:val="000542FB"/>
    <w:rsid w:val="0005446F"/>
    <w:rsid w:val="00061099"/>
    <w:rsid w:val="000610EB"/>
    <w:rsid w:val="000619BA"/>
    <w:rsid w:val="000630D4"/>
    <w:rsid w:val="00063E4E"/>
    <w:rsid w:val="00063F06"/>
    <w:rsid w:val="00064A05"/>
    <w:rsid w:val="00064CAF"/>
    <w:rsid w:val="000666E7"/>
    <w:rsid w:val="00066A2A"/>
    <w:rsid w:val="000672A5"/>
    <w:rsid w:val="00070C89"/>
    <w:rsid w:val="00072B59"/>
    <w:rsid w:val="00073428"/>
    <w:rsid w:val="00074A7E"/>
    <w:rsid w:val="00076B1C"/>
    <w:rsid w:val="00080483"/>
    <w:rsid w:val="000816C0"/>
    <w:rsid w:val="00085051"/>
    <w:rsid w:val="000862A2"/>
    <w:rsid w:val="0008685A"/>
    <w:rsid w:val="000908A9"/>
    <w:rsid w:val="00090EBB"/>
    <w:rsid w:val="0009669F"/>
    <w:rsid w:val="000A093A"/>
    <w:rsid w:val="000A24B6"/>
    <w:rsid w:val="000A2C55"/>
    <w:rsid w:val="000A474D"/>
    <w:rsid w:val="000A5D9B"/>
    <w:rsid w:val="000A6C3C"/>
    <w:rsid w:val="000A6F61"/>
    <w:rsid w:val="000B0974"/>
    <w:rsid w:val="000B157A"/>
    <w:rsid w:val="000B414A"/>
    <w:rsid w:val="000B430C"/>
    <w:rsid w:val="000B5349"/>
    <w:rsid w:val="000B667F"/>
    <w:rsid w:val="000B7C03"/>
    <w:rsid w:val="000C15BE"/>
    <w:rsid w:val="000C16EB"/>
    <w:rsid w:val="000C7BEB"/>
    <w:rsid w:val="000D1A91"/>
    <w:rsid w:val="000E14DB"/>
    <w:rsid w:val="000E1700"/>
    <w:rsid w:val="000E4E06"/>
    <w:rsid w:val="000E5053"/>
    <w:rsid w:val="000E6098"/>
    <w:rsid w:val="000F4314"/>
    <w:rsid w:val="000F6C46"/>
    <w:rsid w:val="00101A93"/>
    <w:rsid w:val="001030AB"/>
    <w:rsid w:val="001040E1"/>
    <w:rsid w:val="00106A8F"/>
    <w:rsid w:val="001073C0"/>
    <w:rsid w:val="00111B97"/>
    <w:rsid w:val="00111D72"/>
    <w:rsid w:val="0011431B"/>
    <w:rsid w:val="001147BE"/>
    <w:rsid w:val="00120B0E"/>
    <w:rsid w:val="00121F5F"/>
    <w:rsid w:val="001238EA"/>
    <w:rsid w:val="00124B31"/>
    <w:rsid w:val="00126E0C"/>
    <w:rsid w:val="00127085"/>
    <w:rsid w:val="0012727E"/>
    <w:rsid w:val="00127C2E"/>
    <w:rsid w:val="00127E21"/>
    <w:rsid w:val="00131849"/>
    <w:rsid w:val="001336DB"/>
    <w:rsid w:val="00133963"/>
    <w:rsid w:val="0013656B"/>
    <w:rsid w:val="0013752F"/>
    <w:rsid w:val="00140348"/>
    <w:rsid w:val="001442D4"/>
    <w:rsid w:val="001531BD"/>
    <w:rsid w:val="00153862"/>
    <w:rsid w:val="00157265"/>
    <w:rsid w:val="00157357"/>
    <w:rsid w:val="00157D40"/>
    <w:rsid w:val="00161397"/>
    <w:rsid w:val="00165381"/>
    <w:rsid w:val="00183718"/>
    <w:rsid w:val="00183D82"/>
    <w:rsid w:val="00194AEE"/>
    <w:rsid w:val="001968B0"/>
    <w:rsid w:val="001A29E9"/>
    <w:rsid w:val="001A4374"/>
    <w:rsid w:val="001A4AD5"/>
    <w:rsid w:val="001B39B2"/>
    <w:rsid w:val="001B760E"/>
    <w:rsid w:val="001C037C"/>
    <w:rsid w:val="001C09F0"/>
    <w:rsid w:val="001C0A5E"/>
    <w:rsid w:val="001C5A75"/>
    <w:rsid w:val="001C6234"/>
    <w:rsid w:val="001C73D4"/>
    <w:rsid w:val="001D196F"/>
    <w:rsid w:val="001D2CCB"/>
    <w:rsid w:val="001D5255"/>
    <w:rsid w:val="001D5358"/>
    <w:rsid w:val="001D5BBF"/>
    <w:rsid w:val="001D5DFC"/>
    <w:rsid w:val="001D7F31"/>
    <w:rsid w:val="001E00A9"/>
    <w:rsid w:val="001E22C3"/>
    <w:rsid w:val="001E23CC"/>
    <w:rsid w:val="001E2EBE"/>
    <w:rsid w:val="001E33A3"/>
    <w:rsid w:val="001E3F0C"/>
    <w:rsid w:val="001F2663"/>
    <w:rsid w:val="001F2AA7"/>
    <w:rsid w:val="001F424D"/>
    <w:rsid w:val="001F5D9F"/>
    <w:rsid w:val="001F68A1"/>
    <w:rsid w:val="0021202D"/>
    <w:rsid w:val="00212B54"/>
    <w:rsid w:val="00212CA7"/>
    <w:rsid w:val="00216D5C"/>
    <w:rsid w:val="00226AB7"/>
    <w:rsid w:val="002344CC"/>
    <w:rsid w:val="00236C7C"/>
    <w:rsid w:val="002371FB"/>
    <w:rsid w:val="0024080D"/>
    <w:rsid w:val="002425AE"/>
    <w:rsid w:val="00243D01"/>
    <w:rsid w:val="00244AC9"/>
    <w:rsid w:val="00246409"/>
    <w:rsid w:val="002465D4"/>
    <w:rsid w:val="0024695A"/>
    <w:rsid w:val="002522AB"/>
    <w:rsid w:val="00252330"/>
    <w:rsid w:val="0025323C"/>
    <w:rsid w:val="00253B30"/>
    <w:rsid w:val="00253FFC"/>
    <w:rsid w:val="002562CE"/>
    <w:rsid w:val="00256702"/>
    <w:rsid w:val="00256E72"/>
    <w:rsid w:val="00257107"/>
    <w:rsid w:val="002621FD"/>
    <w:rsid w:val="00265D01"/>
    <w:rsid w:val="00277A7E"/>
    <w:rsid w:val="00280746"/>
    <w:rsid w:val="0028146B"/>
    <w:rsid w:val="00284612"/>
    <w:rsid w:val="002860BD"/>
    <w:rsid w:val="00290D10"/>
    <w:rsid w:val="002910FC"/>
    <w:rsid w:val="002944CB"/>
    <w:rsid w:val="0029511A"/>
    <w:rsid w:val="00296AE8"/>
    <w:rsid w:val="002A0A3C"/>
    <w:rsid w:val="002A0FA8"/>
    <w:rsid w:val="002A1CCF"/>
    <w:rsid w:val="002A1FB6"/>
    <w:rsid w:val="002A3541"/>
    <w:rsid w:val="002A3C39"/>
    <w:rsid w:val="002B3228"/>
    <w:rsid w:val="002C2796"/>
    <w:rsid w:val="002C28C5"/>
    <w:rsid w:val="002C3086"/>
    <w:rsid w:val="002D3E37"/>
    <w:rsid w:val="002D50AD"/>
    <w:rsid w:val="002D6E2B"/>
    <w:rsid w:val="002E0A02"/>
    <w:rsid w:val="002E1392"/>
    <w:rsid w:val="002E6FB9"/>
    <w:rsid w:val="002F1618"/>
    <w:rsid w:val="002F3C88"/>
    <w:rsid w:val="002F6AF8"/>
    <w:rsid w:val="00304D14"/>
    <w:rsid w:val="00312D5E"/>
    <w:rsid w:val="00314AD1"/>
    <w:rsid w:val="003203C9"/>
    <w:rsid w:val="003305F9"/>
    <w:rsid w:val="00330C91"/>
    <w:rsid w:val="003311F0"/>
    <w:rsid w:val="00333B70"/>
    <w:rsid w:val="00340133"/>
    <w:rsid w:val="003415B9"/>
    <w:rsid w:val="00341A62"/>
    <w:rsid w:val="00346B22"/>
    <w:rsid w:val="003502BF"/>
    <w:rsid w:val="00350BD3"/>
    <w:rsid w:val="00353766"/>
    <w:rsid w:val="00353A37"/>
    <w:rsid w:val="0035572E"/>
    <w:rsid w:val="00355CBA"/>
    <w:rsid w:val="00355D8D"/>
    <w:rsid w:val="00356DBC"/>
    <w:rsid w:val="0035758D"/>
    <w:rsid w:val="003607B5"/>
    <w:rsid w:val="003617CB"/>
    <w:rsid w:val="0036209B"/>
    <w:rsid w:val="003648F0"/>
    <w:rsid w:val="00365BA6"/>
    <w:rsid w:val="00365BAB"/>
    <w:rsid w:val="00366BF5"/>
    <w:rsid w:val="00370AF5"/>
    <w:rsid w:val="00374ED6"/>
    <w:rsid w:val="00376A5E"/>
    <w:rsid w:val="00377256"/>
    <w:rsid w:val="00381C88"/>
    <w:rsid w:val="003835C4"/>
    <w:rsid w:val="00384E61"/>
    <w:rsid w:val="00387747"/>
    <w:rsid w:val="0039033E"/>
    <w:rsid w:val="00390CA0"/>
    <w:rsid w:val="00390D8F"/>
    <w:rsid w:val="00394724"/>
    <w:rsid w:val="0039776B"/>
    <w:rsid w:val="00397A33"/>
    <w:rsid w:val="003A265D"/>
    <w:rsid w:val="003A3321"/>
    <w:rsid w:val="003A4578"/>
    <w:rsid w:val="003A7DD1"/>
    <w:rsid w:val="003B44B1"/>
    <w:rsid w:val="003B4F74"/>
    <w:rsid w:val="003B6380"/>
    <w:rsid w:val="003C2045"/>
    <w:rsid w:val="003C2819"/>
    <w:rsid w:val="003C2DF8"/>
    <w:rsid w:val="003C30FD"/>
    <w:rsid w:val="003C4100"/>
    <w:rsid w:val="003C666A"/>
    <w:rsid w:val="003D0475"/>
    <w:rsid w:val="003D04A2"/>
    <w:rsid w:val="003D65D5"/>
    <w:rsid w:val="003D6E70"/>
    <w:rsid w:val="003D74F1"/>
    <w:rsid w:val="003E3C19"/>
    <w:rsid w:val="003E7E0A"/>
    <w:rsid w:val="003F03F4"/>
    <w:rsid w:val="003F1C01"/>
    <w:rsid w:val="003F3504"/>
    <w:rsid w:val="003F5B92"/>
    <w:rsid w:val="003F62C8"/>
    <w:rsid w:val="003F754F"/>
    <w:rsid w:val="00402F9C"/>
    <w:rsid w:val="0040510B"/>
    <w:rsid w:val="00407142"/>
    <w:rsid w:val="00413CE1"/>
    <w:rsid w:val="00421261"/>
    <w:rsid w:val="00424446"/>
    <w:rsid w:val="00426698"/>
    <w:rsid w:val="004267A0"/>
    <w:rsid w:val="00426AC7"/>
    <w:rsid w:val="00437D16"/>
    <w:rsid w:val="00440978"/>
    <w:rsid w:val="00442950"/>
    <w:rsid w:val="00446209"/>
    <w:rsid w:val="0045073B"/>
    <w:rsid w:val="004534FA"/>
    <w:rsid w:val="00454581"/>
    <w:rsid w:val="00455EC1"/>
    <w:rsid w:val="00456113"/>
    <w:rsid w:val="00456F36"/>
    <w:rsid w:val="004571B0"/>
    <w:rsid w:val="004578B2"/>
    <w:rsid w:val="00464558"/>
    <w:rsid w:val="00466D1B"/>
    <w:rsid w:val="00467DE1"/>
    <w:rsid w:val="00470747"/>
    <w:rsid w:val="00475FBD"/>
    <w:rsid w:val="004764DB"/>
    <w:rsid w:val="004769B2"/>
    <w:rsid w:val="004772CA"/>
    <w:rsid w:val="00480274"/>
    <w:rsid w:val="00485079"/>
    <w:rsid w:val="004861BC"/>
    <w:rsid w:val="004958AA"/>
    <w:rsid w:val="004A46F5"/>
    <w:rsid w:val="004A641A"/>
    <w:rsid w:val="004B17C5"/>
    <w:rsid w:val="004B44DF"/>
    <w:rsid w:val="004B4A1D"/>
    <w:rsid w:val="004B6CCD"/>
    <w:rsid w:val="004C074B"/>
    <w:rsid w:val="004C2655"/>
    <w:rsid w:val="004C3173"/>
    <w:rsid w:val="004C4AA8"/>
    <w:rsid w:val="004C7ACC"/>
    <w:rsid w:val="004D054B"/>
    <w:rsid w:val="004D1234"/>
    <w:rsid w:val="004D7184"/>
    <w:rsid w:val="004E0A34"/>
    <w:rsid w:val="004E0BD9"/>
    <w:rsid w:val="004E17FF"/>
    <w:rsid w:val="004F3557"/>
    <w:rsid w:val="004F3E3E"/>
    <w:rsid w:val="004F6603"/>
    <w:rsid w:val="004F69EB"/>
    <w:rsid w:val="00500DC2"/>
    <w:rsid w:val="0050533C"/>
    <w:rsid w:val="0050683D"/>
    <w:rsid w:val="00507899"/>
    <w:rsid w:val="00507F32"/>
    <w:rsid w:val="005101DB"/>
    <w:rsid w:val="00511645"/>
    <w:rsid w:val="0051384C"/>
    <w:rsid w:val="00513E1C"/>
    <w:rsid w:val="00514867"/>
    <w:rsid w:val="00515255"/>
    <w:rsid w:val="005154D6"/>
    <w:rsid w:val="00524888"/>
    <w:rsid w:val="00526120"/>
    <w:rsid w:val="00526921"/>
    <w:rsid w:val="00532189"/>
    <w:rsid w:val="00532369"/>
    <w:rsid w:val="00534E5B"/>
    <w:rsid w:val="005355B7"/>
    <w:rsid w:val="005407E0"/>
    <w:rsid w:val="00541813"/>
    <w:rsid w:val="005446C0"/>
    <w:rsid w:val="00547DC1"/>
    <w:rsid w:val="00550631"/>
    <w:rsid w:val="00551CE7"/>
    <w:rsid w:val="00552127"/>
    <w:rsid w:val="0055781B"/>
    <w:rsid w:val="005655A4"/>
    <w:rsid w:val="00566DA4"/>
    <w:rsid w:val="00574248"/>
    <w:rsid w:val="0058348A"/>
    <w:rsid w:val="0059149C"/>
    <w:rsid w:val="0059198A"/>
    <w:rsid w:val="00593A94"/>
    <w:rsid w:val="005965FF"/>
    <w:rsid w:val="00596C1E"/>
    <w:rsid w:val="005A23F1"/>
    <w:rsid w:val="005A3544"/>
    <w:rsid w:val="005A432C"/>
    <w:rsid w:val="005A5C7B"/>
    <w:rsid w:val="005A6DC6"/>
    <w:rsid w:val="005B0F9F"/>
    <w:rsid w:val="005B3752"/>
    <w:rsid w:val="005B3CB3"/>
    <w:rsid w:val="005B41AE"/>
    <w:rsid w:val="005B7099"/>
    <w:rsid w:val="005C002A"/>
    <w:rsid w:val="005C0CA3"/>
    <w:rsid w:val="005C0F01"/>
    <w:rsid w:val="005C3257"/>
    <w:rsid w:val="005D229E"/>
    <w:rsid w:val="005D281D"/>
    <w:rsid w:val="005D4180"/>
    <w:rsid w:val="005D5715"/>
    <w:rsid w:val="005D69ED"/>
    <w:rsid w:val="005D6D69"/>
    <w:rsid w:val="005E216A"/>
    <w:rsid w:val="005E37F8"/>
    <w:rsid w:val="005E435C"/>
    <w:rsid w:val="005E756B"/>
    <w:rsid w:val="005E7A70"/>
    <w:rsid w:val="005F1009"/>
    <w:rsid w:val="005F575E"/>
    <w:rsid w:val="00605364"/>
    <w:rsid w:val="0060643C"/>
    <w:rsid w:val="0060681C"/>
    <w:rsid w:val="00607A95"/>
    <w:rsid w:val="00607E5E"/>
    <w:rsid w:val="0061153E"/>
    <w:rsid w:val="00613B6A"/>
    <w:rsid w:val="0061479B"/>
    <w:rsid w:val="0061668D"/>
    <w:rsid w:val="00621870"/>
    <w:rsid w:val="00621A7E"/>
    <w:rsid w:val="00622746"/>
    <w:rsid w:val="0062468D"/>
    <w:rsid w:val="0062717B"/>
    <w:rsid w:val="006277C4"/>
    <w:rsid w:val="0063210F"/>
    <w:rsid w:val="0063661A"/>
    <w:rsid w:val="006371FC"/>
    <w:rsid w:val="006452FD"/>
    <w:rsid w:val="006467C4"/>
    <w:rsid w:val="00646F93"/>
    <w:rsid w:val="00650126"/>
    <w:rsid w:val="006515CB"/>
    <w:rsid w:val="00656DBC"/>
    <w:rsid w:val="00662EDA"/>
    <w:rsid w:val="00663A94"/>
    <w:rsid w:val="0066428B"/>
    <w:rsid w:val="0066507D"/>
    <w:rsid w:val="0066527D"/>
    <w:rsid w:val="006665CE"/>
    <w:rsid w:val="00667EF0"/>
    <w:rsid w:val="00676EC6"/>
    <w:rsid w:val="00682EEA"/>
    <w:rsid w:val="0068542E"/>
    <w:rsid w:val="006861E4"/>
    <w:rsid w:val="00687DD4"/>
    <w:rsid w:val="006900B0"/>
    <w:rsid w:val="0069453E"/>
    <w:rsid w:val="006975E1"/>
    <w:rsid w:val="006A2FC1"/>
    <w:rsid w:val="006A3CCE"/>
    <w:rsid w:val="006A6699"/>
    <w:rsid w:val="006C0D20"/>
    <w:rsid w:val="006D036C"/>
    <w:rsid w:val="006D05A5"/>
    <w:rsid w:val="006E19D7"/>
    <w:rsid w:val="006E247B"/>
    <w:rsid w:val="006E313B"/>
    <w:rsid w:val="006E34A0"/>
    <w:rsid w:val="006E45F4"/>
    <w:rsid w:val="006E5C7E"/>
    <w:rsid w:val="006E6246"/>
    <w:rsid w:val="006E649C"/>
    <w:rsid w:val="006F1C43"/>
    <w:rsid w:val="006F3AFC"/>
    <w:rsid w:val="006F3EE1"/>
    <w:rsid w:val="006F5E5C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2E7"/>
    <w:rsid w:val="0073036D"/>
    <w:rsid w:val="00732032"/>
    <w:rsid w:val="00735D0C"/>
    <w:rsid w:val="007369B1"/>
    <w:rsid w:val="007402B0"/>
    <w:rsid w:val="0074099C"/>
    <w:rsid w:val="007409A2"/>
    <w:rsid w:val="00742742"/>
    <w:rsid w:val="0075096D"/>
    <w:rsid w:val="0075153C"/>
    <w:rsid w:val="007515E5"/>
    <w:rsid w:val="007526BF"/>
    <w:rsid w:val="00752868"/>
    <w:rsid w:val="00752885"/>
    <w:rsid w:val="00754BE1"/>
    <w:rsid w:val="00756890"/>
    <w:rsid w:val="00762A6A"/>
    <w:rsid w:val="00764117"/>
    <w:rsid w:val="00775310"/>
    <w:rsid w:val="0077697F"/>
    <w:rsid w:val="00783E8B"/>
    <w:rsid w:val="007864A4"/>
    <w:rsid w:val="00790A0C"/>
    <w:rsid w:val="00791078"/>
    <w:rsid w:val="00793C6F"/>
    <w:rsid w:val="00793D94"/>
    <w:rsid w:val="00797563"/>
    <w:rsid w:val="007A19D4"/>
    <w:rsid w:val="007A2327"/>
    <w:rsid w:val="007A23DC"/>
    <w:rsid w:val="007A6BC4"/>
    <w:rsid w:val="007C0F10"/>
    <w:rsid w:val="007C1490"/>
    <w:rsid w:val="007C34FD"/>
    <w:rsid w:val="007C392C"/>
    <w:rsid w:val="007C56A9"/>
    <w:rsid w:val="007D30ED"/>
    <w:rsid w:val="007D42A9"/>
    <w:rsid w:val="007D536A"/>
    <w:rsid w:val="007D5B93"/>
    <w:rsid w:val="007D5CD3"/>
    <w:rsid w:val="007E2892"/>
    <w:rsid w:val="007E5FA4"/>
    <w:rsid w:val="007F0D16"/>
    <w:rsid w:val="007F1741"/>
    <w:rsid w:val="007F1B76"/>
    <w:rsid w:val="007F6EEB"/>
    <w:rsid w:val="00800CC0"/>
    <w:rsid w:val="00804F6B"/>
    <w:rsid w:val="008059A8"/>
    <w:rsid w:val="0080670C"/>
    <w:rsid w:val="008127E0"/>
    <w:rsid w:val="00815AB9"/>
    <w:rsid w:val="008254C7"/>
    <w:rsid w:val="00826EFE"/>
    <w:rsid w:val="00827247"/>
    <w:rsid w:val="0083179C"/>
    <w:rsid w:val="00832DCD"/>
    <w:rsid w:val="00832EEB"/>
    <w:rsid w:val="008403E7"/>
    <w:rsid w:val="00843F3A"/>
    <w:rsid w:val="00846884"/>
    <w:rsid w:val="00847ED8"/>
    <w:rsid w:val="00854CFB"/>
    <w:rsid w:val="00855E55"/>
    <w:rsid w:val="00867349"/>
    <w:rsid w:val="0087071D"/>
    <w:rsid w:val="00871222"/>
    <w:rsid w:val="00874883"/>
    <w:rsid w:val="008763CD"/>
    <w:rsid w:val="00877EE8"/>
    <w:rsid w:val="00881158"/>
    <w:rsid w:val="008822AC"/>
    <w:rsid w:val="00882677"/>
    <w:rsid w:val="00885482"/>
    <w:rsid w:val="008865A0"/>
    <w:rsid w:val="00887845"/>
    <w:rsid w:val="00894518"/>
    <w:rsid w:val="008A0603"/>
    <w:rsid w:val="008A135D"/>
    <w:rsid w:val="008A219B"/>
    <w:rsid w:val="008A2E58"/>
    <w:rsid w:val="008A4658"/>
    <w:rsid w:val="008A528E"/>
    <w:rsid w:val="008A6426"/>
    <w:rsid w:val="008A7ECC"/>
    <w:rsid w:val="008B16DA"/>
    <w:rsid w:val="008B16F8"/>
    <w:rsid w:val="008B1741"/>
    <w:rsid w:val="008B4A86"/>
    <w:rsid w:val="008B4EA1"/>
    <w:rsid w:val="008C4C4E"/>
    <w:rsid w:val="008C530D"/>
    <w:rsid w:val="008C744A"/>
    <w:rsid w:val="008D0102"/>
    <w:rsid w:val="008D0BC1"/>
    <w:rsid w:val="008D0C7D"/>
    <w:rsid w:val="008D3EDA"/>
    <w:rsid w:val="008D52D3"/>
    <w:rsid w:val="008D7B27"/>
    <w:rsid w:val="008E420A"/>
    <w:rsid w:val="008E4798"/>
    <w:rsid w:val="008F23D1"/>
    <w:rsid w:val="008F2BB8"/>
    <w:rsid w:val="008F46B2"/>
    <w:rsid w:val="00900E2F"/>
    <w:rsid w:val="00902931"/>
    <w:rsid w:val="009064BA"/>
    <w:rsid w:val="00907283"/>
    <w:rsid w:val="0091010D"/>
    <w:rsid w:val="00912824"/>
    <w:rsid w:val="00923774"/>
    <w:rsid w:val="00923902"/>
    <w:rsid w:val="00923B51"/>
    <w:rsid w:val="00924D83"/>
    <w:rsid w:val="00925BC2"/>
    <w:rsid w:val="00930B4E"/>
    <w:rsid w:val="00933C09"/>
    <w:rsid w:val="009349BC"/>
    <w:rsid w:val="0093627A"/>
    <w:rsid w:val="00940348"/>
    <w:rsid w:val="00940AEA"/>
    <w:rsid w:val="0094291A"/>
    <w:rsid w:val="00945ED9"/>
    <w:rsid w:val="00960CAC"/>
    <w:rsid w:val="0096632D"/>
    <w:rsid w:val="009705CC"/>
    <w:rsid w:val="00971BD0"/>
    <w:rsid w:val="009750A4"/>
    <w:rsid w:val="0097563D"/>
    <w:rsid w:val="00982697"/>
    <w:rsid w:val="00990EC6"/>
    <w:rsid w:val="00992DC7"/>
    <w:rsid w:val="00994A2C"/>
    <w:rsid w:val="00996BAE"/>
    <w:rsid w:val="009A25F7"/>
    <w:rsid w:val="009A46DE"/>
    <w:rsid w:val="009B5393"/>
    <w:rsid w:val="009B5ADD"/>
    <w:rsid w:val="009B73A5"/>
    <w:rsid w:val="009B7EE1"/>
    <w:rsid w:val="009C00B9"/>
    <w:rsid w:val="009C5BE1"/>
    <w:rsid w:val="009C7C78"/>
    <w:rsid w:val="009D58F6"/>
    <w:rsid w:val="009D7AC5"/>
    <w:rsid w:val="009E0120"/>
    <w:rsid w:val="009E10F0"/>
    <w:rsid w:val="009E4646"/>
    <w:rsid w:val="009F0959"/>
    <w:rsid w:val="009F1CAB"/>
    <w:rsid w:val="009F3037"/>
    <w:rsid w:val="009F49BF"/>
    <w:rsid w:val="009F4CD3"/>
    <w:rsid w:val="009F5258"/>
    <w:rsid w:val="00A017B4"/>
    <w:rsid w:val="00A017F6"/>
    <w:rsid w:val="00A111CB"/>
    <w:rsid w:val="00A116B3"/>
    <w:rsid w:val="00A23754"/>
    <w:rsid w:val="00A24F99"/>
    <w:rsid w:val="00A256A9"/>
    <w:rsid w:val="00A32155"/>
    <w:rsid w:val="00A349F8"/>
    <w:rsid w:val="00A40037"/>
    <w:rsid w:val="00A40642"/>
    <w:rsid w:val="00A40B18"/>
    <w:rsid w:val="00A414B4"/>
    <w:rsid w:val="00A41F98"/>
    <w:rsid w:val="00A467A1"/>
    <w:rsid w:val="00A47405"/>
    <w:rsid w:val="00A5420C"/>
    <w:rsid w:val="00A63F9D"/>
    <w:rsid w:val="00A67C68"/>
    <w:rsid w:val="00A71B81"/>
    <w:rsid w:val="00A72A8F"/>
    <w:rsid w:val="00A74670"/>
    <w:rsid w:val="00A74DFE"/>
    <w:rsid w:val="00A753FE"/>
    <w:rsid w:val="00A85824"/>
    <w:rsid w:val="00A8693D"/>
    <w:rsid w:val="00A90DAB"/>
    <w:rsid w:val="00A924C7"/>
    <w:rsid w:val="00A9370A"/>
    <w:rsid w:val="00AA2883"/>
    <w:rsid w:val="00AA5327"/>
    <w:rsid w:val="00AA5F13"/>
    <w:rsid w:val="00AA6160"/>
    <w:rsid w:val="00AA70AE"/>
    <w:rsid w:val="00AA75FC"/>
    <w:rsid w:val="00AB2C10"/>
    <w:rsid w:val="00AB56C2"/>
    <w:rsid w:val="00AB79DF"/>
    <w:rsid w:val="00AC051F"/>
    <w:rsid w:val="00AC15E1"/>
    <w:rsid w:val="00AC324E"/>
    <w:rsid w:val="00AC5502"/>
    <w:rsid w:val="00AD3838"/>
    <w:rsid w:val="00AE04AB"/>
    <w:rsid w:val="00AF495D"/>
    <w:rsid w:val="00AF54A5"/>
    <w:rsid w:val="00B02924"/>
    <w:rsid w:val="00B100F3"/>
    <w:rsid w:val="00B10BC9"/>
    <w:rsid w:val="00B14D78"/>
    <w:rsid w:val="00B22FBF"/>
    <w:rsid w:val="00B30713"/>
    <w:rsid w:val="00B37621"/>
    <w:rsid w:val="00B40C6C"/>
    <w:rsid w:val="00B443E1"/>
    <w:rsid w:val="00B4612C"/>
    <w:rsid w:val="00B462ED"/>
    <w:rsid w:val="00B5298D"/>
    <w:rsid w:val="00B52A95"/>
    <w:rsid w:val="00B5559F"/>
    <w:rsid w:val="00B602BD"/>
    <w:rsid w:val="00B67410"/>
    <w:rsid w:val="00B67DA4"/>
    <w:rsid w:val="00B717FA"/>
    <w:rsid w:val="00B749C1"/>
    <w:rsid w:val="00B75367"/>
    <w:rsid w:val="00B818AF"/>
    <w:rsid w:val="00B826AF"/>
    <w:rsid w:val="00B8365C"/>
    <w:rsid w:val="00B852A5"/>
    <w:rsid w:val="00B8580F"/>
    <w:rsid w:val="00B85B2C"/>
    <w:rsid w:val="00B86A8E"/>
    <w:rsid w:val="00B9027E"/>
    <w:rsid w:val="00B91C44"/>
    <w:rsid w:val="00B923F1"/>
    <w:rsid w:val="00B92894"/>
    <w:rsid w:val="00B92E42"/>
    <w:rsid w:val="00B942D7"/>
    <w:rsid w:val="00B961D6"/>
    <w:rsid w:val="00BA549B"/>
    <w:rsid w:val="00BB23CF"/>
    <w:rsid w:val="00BB2B18"/>
    <w:rsid w:val="00BC181B"/>
    <w:rsid w:val="00BC43A1"/>
    <w:rsid w:val="00BD38F6"/>
    <w:rsid w:val="00BD65AC"/>
    <w:rsid w:val="00BD6882"/>
    <w:rsid w:val="00BD7940"/>
    <w:rsid w:val="00BE2109"/>
    <w:rsid w:val="00BE2301"/>
    <w:rsid w:val="00BE24A8"/>
    <w:rsid w:val="00BE3216"/>
    <w:rsid w:val="00BE36AC"/>
    <w:rsid w:val="00BE6987"/>
    <w:rsid w:val="00C0132F"/>
    <w:rsid w:val="00C02473"/>
    <w:rsid w:val="00C06DF1"/>
    <w:rsid w:val="00C136E3"/>
    <w:rsid w:val="00C14DF5"/>
    <w:rsid w:val="00C15F26"/>
    <w:rsid w:val="00C20CC4"/>
    <w:rsid w:val="00C21A36"/>
    <w:rsid w:val="00C22DE9"/>
    <w:rsid w:val="00C233E3"/>
    <w:rsid w:val="00C24586"/>
    <w:rsid w:val="00C27ABB"/>
    <w:rsid w:val="00C27BA9"/>
    <w:rsid w:val="00C33773"/>
    <w:rsid w:val="00C33FA3"/>
    <w:rsid w:val="00C3442B"/>
    <w:rsid w:val="00C35145"/>
    <w:rsid w:val="00C40353"/>
    <w:rsid w:val="00C42D83"/>
    <w:rsid w:val="00C45FAD"/>
    <w:rsid w:val="00C4605A"/>
    <w:rsid w:val="00C51868"/>
    <w:rsid w:val="00C547BC"/>
    <w:rsid w:val="00C56AE9"/>
    <w:rsid w:val="00C61A63"/>
    <w:rsid w:val="00C64B18"/>
    <w:rsid w:val="00C679DE"/>
    <w:rsid w:val="00C741B5"/>
    <w:rsid w:val="00C80069"/>
    <w:rsid w:val="00C82045"/>
    <w:rsid w:val="00C85F5D"/>
    <w:rsid w:val="00C871DE"/>
    <w:rsid w:val="00C903F5"/>
    <w:rsid w:val="00C913DD"/>
    <w:rsid w:val="00C921C5"/>
    <w:rsid w:val="00C95D82"/>
    <w:rsid w:val="00C96E19"/>
    <w:rsid w:val="00CA06EB"/>
    <w:rsid w:val="00CA255E"/>
    <w:rsid w:val="00CA5191"/>
    <w:rsid w:val="00CA5629"/>
    <w:rsid w:val="00CA5C8F"/>
    <w:rsid w:val="00CA5DB5"/>
    <w:rsid w:val="00CB0FFB"/>
    <w:rsid w:val="00CB3507"/>
    <w:rsid w:val="00CB381E"/>
    <w:rsid w:val="00CC5EEC"/>
    <w:rsid w:val="00CD0651"/>
    <w:rsid w:val="00CD2AED"/>
    <w:rsid w:val="00CD3892"/>
    <w:rsid w:val="00CD76D5"/>
    <w:rsid w:val="00CE0D64"/>
    <w:rsid w:val="00CE298D"/>
    <w:rsid w:val="00CE3708"/>
    <w:rsid w:val="00CE7437"/>
    <w:rsid w:val="00CF09A5"/>
    <w:rsid w:val="00D00D20"/>
    <w:rsid w:val="00D01065"/>
    <w:rsid w:val="00D02387"/>
    <w:rsid w:val="00D12D1A"/>
    <w:rsid w:val="00D13208"/>
    <w:rsid w:val="00D17975"/>
    <w:rsid w:val="00D20BEA"/>
    <w:rsid w:val="00D21C46"/>
    <w:rsid w:val="00D24747"/>
    <w:rsid w:val="00D24959"/>
    <w:rsid w:val="00D24A4E"/>
    <w:rsid w:val="00D2560A"/>
    <w:rsid w:val="00D257DF"/>
    <w:rsid w:val="00D2770C"/>
    <w:rsid w:val="00D31A7F"/>
    <w:rsid w:val="00D41F11"/>
    <w:rsid w:val="00D42415"/>
    <w:rsid w:val="00D428D7"/>
    <w:rsid w:val="00D42A42"/>
    <w:rsid w:val="00D43C66"/>
    <w:rsid w:val="00D46318"/>
    <w:rsid w:val="00D47733"/>
    <w:rsid w:val="00D54A31"/>
    <w:rsid w:val="00D54A53"/>
    <w:rsid w:val="00D62D06"/>
    <w:rsid w:val="00D63ACF"/>
    <w:rsid w:val="00D71467"/>
    <w:rsid w:val="00D7461C"/>
    <w:rsid w:val="00D76E26"/>
    <w:rsid w:val="00D80586"/>
    <w:rsid w:val="00D82558"/>
    <w:rsid w:val="00D82983"/>
    <w:rsid w:val="00D85EE9"/>
    <w:rsid w:val="00D85F5C"/>
    <w:rsid w:val="00D86339"/>
    <w:rsid w:val="00D86E50"/>
    <w:rsid w:val="00D87B5D"/>
    <w:rsid w:val="00D87F57"/>
    <w:rsid w:val="00D94915"/>
    <w:rsid w:val="00D96212"/>
    <w:rsid w:val="00D96872"/>
    <w:rsid w:val="00D97399"/>
    <w:rsid w:val="00DA0C10"/>
    <w:rsid w:val="00DA644F"/>
    <w:rsid w:val="00DA7872"/>
    <w:rsid w:val="00DA7EE1"/>
    <w:rsid w:val="00DB3F0E"/>
    <w:rsid w:val="00DB5B76"/>
    <w:rsid w:val="00DC06EC"/>
    <w:rsid w:val="00DC4B76"/>
    <w:rsid w:val="00DC6C1E"/>
    <w:rsid w:val="00DD5220"/>
    <w:rsid w:val="00DD7A81"/>
    <w:rsid w:val="00DE3207"/>
    <w:rsid w:val="00DE4FBF"/>
    <w:rsid w:val="00DE548D"/>
    <w:rsid w:val="00DE6D15"/>
    <w:rsid w:val="00DF3603"/>
    <w:rsid w:val="00DF6282"/>
    <w:rsid w:val="00E0007E"/>
    <w:rsid w:val="00E0123C"/>
    <w:rsid w:val="00E04F75"/>
    <w:rsid w:val="00E05BF1"/>
    <w:rsid w:val="00E06745"/>
    <w:rsid w:val="00E06874"/>
    <w:rsid w:val="00E1002E"/>
    <w:rsid w:val="00E1060D"/>
    <w:rsid w:val="00E10676"/>
    <w:rsid w:val="00E116C6"/>
    <w:rsid w:val="00E12C34"/>
    <w:rsid w:val="00E144F2"/>
    <w:rsid w:val="00E14EF3"/>
    <w:rsid w:val="00E25261"/>
    <w:rsid w:val="00E2592F"/>
    <w:rsid w:val="00E26E9D"/>
    <w:rsid w:val="00E31E95"/>
    <w:rsid w:val="00E36161"/>
    <w:rsid w:val="00E40238"/>
    <w:rsid w:val="00E45822"/>
    <w:rsid w:val="00E4600D"/>
    <w:rsid w:val="00E57A2D"/>
    <w:rsid w:val="00E57B37"/>
    <w:rsid w:val="00E57BD5"/>
    <w:rsid w:val="00E62DF9"/>
    <w:rsid w:val="00E659C8"/>
    <w:rsid w:val="00E70ECB"/>
    <w:rsid w:val="00E717AB"/>
    <w:rsid w:val="00E71A56"/>
    <w:rsid w:val="00E71A8F"/>
    <w:rsid w:val="00E72506"/>
    <w:rsid w:val="00E73136"/>
    <w:rsid w:val="00E75410"/>
    <w:rsid w:val="00E7644A"/>
    <w:rsid w:val="00E77837"/>
    <w:rsid w:val="00E8544B"/>
    <w:rsid w:val="00E858AF"/>
    <w:rsid w:val="00E91BEB"/>
    <w:rsid w:val="00E93AC8"/>
    <w:rsid w:val="00EA1488"/>
    <w:rsid w:val="00EA2F5D"/>
    <w:rsid w:val="00EB0C96"/>
    <w:rsid w:val="00EB57EF"/>
    <w:rsid w:val="00EB7677"/>
    <w:rsid w:val="00ED071D"/>
    <w:rsid w:val="00ED29A4"/>
    <w:rsid w:val="00ED41E8"/>
    <w:rsid w:val="00ED4352"/>
    <w:rsid w:val="00EE00CE"/>
    <w:rsid w:val="00EE38B6"/>
    <w:rsid w:val="00EE3D8B"/>
    <w:rsid w:val="00EE4900"/>
    <w:rsid w:val="00EE7922"/>
    <w:rsid w:val="00EF001E"/>
    <w:rsid w:val="00EF0959"/>
    <w:rsid w:val="00EF1887"/>
    <w:rsid w:val="00EF28A0"/>
    <w:rsid w:val="00EF38AB"/>
    <w:rsid w:val="00EF4A2B"/>
    <w:rsid w:val="00F015A4"/>
    <w:rsid w:val="00F02C6C"/>
    <w:rsid w:val="00F056AF"/>
    <w:rsid w:val="00F06F1D"/>
    <w:rsid w:val="00F10777"/>
    <w:rsid w:val="00F217C0"/>
    <w:rsid w:val="00F24893"/>
    <w:rsid w:val="00F30908"/>
    <w:rsid w:val="00F324DA"/>
    <w:rsid w:val="00F35BE9"/>
    <w:rsid w:val="00F37171"/>
    <w:rsid w:val="00F419DB"/>
    <w:rsid w:val="00F4318C"/>
    <w:rsid w:val="00F46877"/>
    <w:rsid w:val="00F472E6"/>
    <w:rsid w:val="00F519C2"/>
    <w:rsid w:val="00F52E9A"/>
    <w:rsid w:val="00F55F54"/>
    <w:rsid w:val="00F601CC"/>
    <w:rsid w:val="00F60A22"/>
    <w:rsid w:val="00F625D1"/>
    <w:rsid w:val="00F701B9"/>
    <w:rsid w:val="00F7063C"/>
    <w:rsid w:val="00F71500"/>
    <w:rsid w:val="00F75AF1"/>
    <w:rsid w:val="00F76FB8"/>
    <w:rsid w:val="00F90E50"/>
    <w:rsid w:val="00F9185D"/>
    <w:rsid w:val="00F96D34"/>
    <w:rsid w:val="00FA1F9E"/>
    <w:rsid w:val="00FA1FAE"/>
    <w:rsid w:val="00FA4866"/>
    <w:rsid w:val="00FA4F16"/>
    <w:rsid w:val="00FA5403"/>
    <w:rsid w:val="00FA5E26"/>
    <w:rsid w:val="00FA71A2"/>
    <w:rsid w:val="00FB780E"/>
    <w:rsid w:val="00FB7A2A"/>
    <w:rsid w:val="00FC1023"/>
    <w:rsid w:val="00FC16AB"/>
    <w:rsid w:val="00FD4EC7"/>
    <w:rsid w:val="00FD52DA"/>
    <w:rsid w:val="00FD6AFB"/>
    <w:rsid w:val="00FE0442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04157"/>
  <w15:chartTrackingRefBased/>
  <w15:docId w15:val="{7F00C8C7-0635-452C-B2D2-06F252075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2344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8662">
          <w:marLeft w:val="2"/>
          <w:marRight w:val="2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06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1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1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AppData\Local\Microsoft\Windows\Temporary%20Internet%20Files\Content.IE5\J2URJSZ0\metsamaterjali%20m&#252;&#252;gileping%20ak_%20_0703201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385e03f7549df17534ca2ffc29d8dae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90e509fb36046759943e377d9b01b3c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F812B-88A3-4CBF-9EA6-4059CF91BD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3E47BC-7C30-4166-A255-EF4F2C356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0D998-7837-401B-9988-12CD3398D46B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4.xml><?xml version="1.0" encoding="utf-8"?>
<ds:datastoreItem xmlns:ds="http://schemas.openxmlformats.org/officeDocument/2006/customXml" ds:itemID="{E4BA2BA2-7653-45B9-8803-49366070A9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ak_ _07032012.dot</Template>
  <TotalTime>12</TotalTime>
  <Pages>3</Pages>
  <Words>352</Words>
  <Characters>2658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Metsamaterjali müügileping EP</vt:lpstr>
      <vt:lpstr>Metsamaterjali müügileping EP</vt:lpstr>
    </vt:vector>
  </TitlesOfParts>
  <Company>DF</Company>
  <LinksUpToDate>false</LinksUpToDate>
  <CharactersWithSpaces>3004</CharactersWithSpaces>
  <SharedDoc>false</SharedDoc>
  <HLinks>
    <vt:vector size="30" baseType="variant"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4456547</vt:i4>
      </vt:variant>
      <vt:variant>
        <vt:i4>21</vt:i4>
      </vt:variant>
      <vt:variant>
        <vt:i4>0</vt:i4>
      </vt:variant>
      <vt:variant>
        <vt:i4>5</vt:i4>
      </vt:variant>
      <vt:variant>
        <vt:lpwstr>mailto:info@tarm.ee</vt:lpwstr>
      </vt:variant>
      <vt:variant>
        <vt:lpwstr/>
      </vt:variant>
      <vt:variant>
        <vt:i4>4456547</vt:i4>
      </vt:variant>
      <vt:variant>
        <vt:i4>18</vt:i4>
      </vt:variant>
      <vt:variant>
        <vt:i4>0</vt:i4>
      </vt:variant>
      <vt:variant>
        <vt:i4>5</vt:i4>
      </vt:variant>
      <vt:variant>
        <vt:lpwstr>mailto:info@tarm.ee</vt:lpwstr>
      </vt:variant>
      <vt:variant>
        <vt:lpwstr/>
      </vt:variant>
      <vt:variant>
        <vt:i4>2949212</vt:i4>
      </vt:variant>
      <vt:variant>
        <vt:i4>15</vt:i4>
      </vt:variant>
      <vt:variant>
        <vt:i4>0</vt:i4>
      </vt:variant>
      <vt:variant>
        <vt:i4>5</vt:i4>
      </vt:variant>
      <vt:variant>
        <vt:lpwstr>mailto:mart.enel@rmk.ee</vt:lpwstr>
      </vt:variant>
      <vt:variant>
        <vt:lpwstr/>
      </vt:variant>
      <vt:variant>
        <vt:i4>7864438</vt:i4>
      </vt:variant>
      <vt:variant>
        <vt:i4>12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User</dc:creator>
  <cp:keywords/>
  <cp:lastModifiedBy>Mart Enel</cp:lastModifiedBy>
  <cp:revision>15</cp:revision>
  <cp:lastPrinted>2020-02-17T10:57:00Z</cp:lastPrinted>
  <dcterms:created xsi:type="dcterms:W3CDTF">2025-09-10T10:30:00Z</dcterms:created>
  <dcterms:modified xsi:type="dcterms:W3CDTF">2025-09-10T10:43:00Z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994200</vt:r8>
  </property>
</Properties>
</file>